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750F" w:rsidRDefault="0093750F" w:rsidP="00881B77">
      <w:pPr>
        <w:pStyle w:val="Heading2"/>
      </w:pPr>
      <w:bookmarkStart w:id="0" w:name="Section5"/>
      <w:bookmarkEnd w:id="0"/>
      <w:r>
        <w:t>Challenge Exercise</w:t>
      </w:r>
    </w:p>
    <w:p w:rsidR="0093750F" w:rsidRDefault="0093750F" w:rsidP="00E941D4">
      <w:pPr>
        <w:pStyle w:val="SecondLevel"/>
      </w:pPr>
      <w:r>
        <w:t>Charts</w:t>
      </w:r>
    </w:p>
    <w:p w:rsidR="0093750F" w:rsidRDefault="0093750F" w:rsidP="00521720"/>
    <w:p w:rsidR="0093750F" w:rsidRPr="00E941D4" w:rsidRDefault="0093750F" w:rsidP="00521720">
      <w:bookmarkStart w:id="1" w:name="_GoBack"/>
      <w:r>
        <w:rPr>
          <w:noProof/>
          <w:lang w:eastAsia="en-A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-21590</wp:posOffset>
                </wp:positionH>
                <wp:positionV relativeFrom="paragraph">
                  <wp:posOffset>339725</wp:posOffset>
                </wp:positionV>
                <wp:extent cx="6174000" cy="8056700"/>
                <wp:effectExtent l="0" t="0" r="36830" b="190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74000" cy="8056700"/>
                          <a:chOff x="0" y="0"/>
                          <a:chExt cx="6174000" cy="8056700"/>
                        </a:xfrm>
                      </wpg:grpSpPr>
                      <wps:wsp>
                        <wps:cNvPr id="10" name="Straight Connector 10"/>
                        <wps:cNvCnPr/>
                        <wps:spPr>
                          <a:xfrm>
                            <a:off x="63500" y="0"/>
                            <a:ext cx="60840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88852" y="203134"/>
                            <a:ext cx="5954395" cy="4889500"/>
                          </a:xfrm>
                          <a:prstGeom prst="rect">
                            <a:avLst/>
                          </a:prstGeom>
                          <a:solidFill>
                            <a:srgbClr val="FFFFCC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107763" dir="81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0" w:type="auto"/>
                                <w:tblInd w:w="-28" w:type="dxa"/>
                                <w:tblLayout w:type="fixed"/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546"/>
                                <w:gridCol w:w="6887"/>
                                <w:gridCol w:w="1694"/>
                              </w:tblGrid>
                              <w:tr w:rsidR="0093750F" w:rsidRPr="00563912" w:rsidTr="00AA7524">
                                <w:trPr>
                                  <w:cantSplit/>
                                  <w:trHeight w:val="540"/>
                                </w:trPr>
                                <w:tc>
                                  <w:tcPr>
                                    <w:tcW w:w="7433" w:type="dxa"/>
                                    <w:gridSpan w:val="2"/>
                                  </w:tcPr>
                                  <w:p w:rsidR="0093750F" w:rsidRPr="00C64D4D" w:rsidRDefault="0093750F">
                                    <w:pPr>
                                      <w:spacing w:before="120"/>
                                      <w:rPr>
                                        <w:b/>
                                        <w:color w:val="C00000"/>
                                        <w:sz w:val="22"/>
                                        <w:szCs w:val="22"/>
                                      </w:rPr>
                                    </w:pPr>
                                    <w:r w:rsidRPr="00C64D4D">
                                      <w:rPr>
                                        <w:b/>
                                        <w:color w:val="C00000"/>
                                        <w:sz w:val="22"/>
                                        <w:szCs w:val="22"/>
                                      </w:rPr>
                                      <w:t>Tasks:</w:t>
                                    </w:r>
                                  </w:p>
                                </w:tc>
                                <w:tc>
                                  <w:tcPr>
                                    <w:tcW w:w="1694" w:type="dxa"/>
                                  </w:tcPr>
                                  <w:p w:rsidR="0093750F" w:rsidRPr="00C64D4D" w:rsidRDefault="0093750F" w:rsidP="00A76E7A">
                                    <w:pPr>
                                      <w:spacing w:before="120"/>
                                      <w:jc w:val="center"/>
                                      <w:rPr>
                                        <w:b/>
                                        <w:color w:val="C00000"/>
                                        <w:sz w:val="22"/>
                                        <w:szCs w:val="22"/>
                                      </w:rPr>
                                    </w:pPr>
                                    <w:r w:rsidRPr="00C64D4D">
                                      <w:rPr>
                                        <w:b/>
                                        <w:color w:val="C00000"/>
                                        <w:sz w:val="22"/>
                                        <w:szCs w:val="22"/>
                                      </w:rPr>
                                      <w:t>Completed:</w:t>
                                    </w:r>
                                  </w:p>
                                </w:tc>
                              </w:tr>
                              <w:tr w:rsidR="0093750F" w:rsidTr="00AA7524">
                                <w:trPr>
                                  <w:cantSplit/>
                                </w:trPr>
                                <w:tc>
                                  <w:tcPr>
                                    <w:tcW w:w="546" w:type="dxa"/>
                                    <w:textDirection w:val="btLr"/>
                                    <w:vAlign w:val="center"/>
                                  </w:tcPr>
                                  <w:p w:rsidR="0093750F" w:rsidRDefault="0093750F" w:rsidP="0040786A">
                                    <w:pPr>
                                      <w:pStyle w:val="PreambleLabel"/>
                                      <w:rPr>
                                        <w:sz w:val="2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887" w:type="dxa"/>
                                  </w:tcPr>
                                  <w:p w:rsidR="0093750F" w:rsidRPr="00EB564F" w:rsidRDefault="0093750F" w:rsidP="00EB564F">
                                    <w:pPr>
                                      <w:pStyle w:val="PreambleText"/>
                                    </w:pPr>
                                    <w:bookmarkStart w:id="2" w:name="Preamble"/>
                                    <w:r>
                                      <w:t>Before starting this exercise you MUST have completed all of the topics in the chapter Charts…</w:t>
                                    </w:r>
                                    <w:bookmarkEnd w:id="2"/>
                                  </w:p>
                                </w:tc>
                                <w:tc>
                                  <w:tcPr>
                                    <w:tcW w:w="1694" w:type="dxa"/>
                                  </w:tcPr>
                                  <w:p w:rsidR="0093750F" w:rsidRDefault="0093750F" w:rsidP="00A76E7A">
                                    <w:pPr>
                                      <w:pStyle w:val="PreambleText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</w:p>
                                </w:tc>
                              </w:tr>
                              <w:tr w:rsidR="0093750F" w:rsidTr="00AA7524">
                                <w:trPr>
                                  <w:trHeight w:val="540"/>
                                </w:trPr>
                                <w:tc>
                                  <w:tcPr>
                                    <w:tcW w:w="546" w:type="dxa"/>
                                  </w:tcPr>
                                  <w:p w:rsidR="0093750F" w:rsidRPr="00C64D4D" w:rsidRDefault="0093750F">
                                    <w:pPr>
                                      <w:spacing w:before="0" w:after="0"/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</w:pPr>
                                    <w:r w:rsidRPr="00C64D4D"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  <w:t></w:t>
                                    </w:r>
                                  </w:p>
                                </w:tc>
                                <w:tc>
                                  <w:tcPr>
                                    <w:tcW w:w="6887" w:type="dxa"/>
                                  </w:tcPr>
                                  <w:p w:rsidR="0093750F" w:rsidRPr="00EB564F" w:rsidRDefault="0093750F" w:rsidP="00EE4406">
                                    <w:pPr>
                                      <w:spacing w:before="120" w:after="0"/>
                                    </w:pPr>
                                    <w:r>
                                      <w:t xml:space="preserve">Open the presentation </w:t>
                                    </w:r>
                                    <w:r>
                                      <w:rPr>
                                        <w:b/>
                                        <w:i/>
                                      </w:rPr>
                                      <w:t>PE_Charts.pptx</w:t>
                                    </w:r>
                                    <w:r>
                                      <w:t xml:space="preserve"> (it can be found in the same folder as the student files)</w:t>
                                    </w:r>
                                  </w:p>
                                </w:tc>
                                <w:tc>
                                  <w:tcPr>
                                    <w:tcW w:w="1694" w:type="dxa"/>
                                  </w:tcPr>
                                  <w:p w:rsidR="0093750F" w:rsidRPr="008C62FF" w:rsidRDefault="0093750F" w:rsidP="00A76E7A">
                                    <w:pPr>
                                      <w:jc w:val="center"/>
                                      <w:rPr>
                                        <w:color w:val="999999"/>
                                      </w:rPr>
                                    </w:pPr>
                                    <w:r w:rsidRPr="008C62FF">
                                      <w:rPr>
                                        <w:color w:val="999999"/>
                                        <w:sz w:val="40"/>
                                        <w:szCs w:val="40"/>
                                      </w:rPr>
                                      <w:sym w:font="Webdings" w:char="F063"/>
                                    </w:r>
                                  </w:p>
                                </w:tc>
                              </w:tr>
                              <w:tr w:rsidR="0093750F" w:rsidTr="00AA7524">
                                <w:trPr>
                                  <w:trHeight w:val="540"/>
                                </w:trPr>
                                <w:tc>
                                  <w:tcPr>
                                    <w:tcW w:w="546" w:type="dxa"/>
                                  </w:tcPr>
                                  <w:p w:rsidR="0093750F" w:rsidRPr="00C64D4D" w:rsidRDefault="0093750F">
                                    <w:pPr>
                                      <w:spacing w:before="0" w:after="0"/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</w:pPr>
                                    <w:r w:rsidRPr="00C64D4D"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  <w:t></w:t>
                                    </w:r>
                                  </w:p>
                                </w:tc>
                                <w:tc>
                                  <w:tcPr>
                                    <w:tcW w:w="6887" w:type="dxa"/>
                                  </w:tcPr>
                                  <w:p w:rsidR="0093750F" w:rsidRPr="00A511B2" w:rsidRDefault="0093750F" w:rsidP="00445565">
                                    <w:pPr>
                                      <w:spacing w:before="120" w:after="0"/>
                                    </w:pPr>
                                    <w:r>
                                      <w:t xml:space="preserve">On slide </w:t>
                                    </w:r>
                                    <w:r>
                                      <w:rPr>
                                        <w:b/>
                                        <w:i/>
                                      </w:rPr>
                                      <w:t>10</w:t>
                                    </w:r>
                                    <w:r>
                                      <w:t xml:space="preserve">, create a stacked column chart using the data shown in sample </w:t>
                                    </w:r>
                                    <w:r w:rsidRPr="00FB4539">
                                      <w:rPr>
                                        <w:i/>
                                      </w:rPr>
                                      <w:t>A</w:t>
                                    </w:r>
                                    <w:r>
                                      <w:t xml:space="preserve"> on the following page</w:t>
                                    </w:r>
                                  </w:p>
                                </w:tc>
                                <w:tc>
                                  <w:tcPr>
                                    <w:tcW w:w="1694" w:type="dxa"/>
                                  </w:tcPr>
                                  <w:p w:rsidR="0093750F" w:rsidRPr="008C62FF" w:rsidRDefault="0093750F" w:rsidP="00A76E7A">
                                    <w:pPr>
                                      <w:jc w:val="center"/>
                                      <w:rPr>
                                        <w:color w:val="999999"/>
                                      </w:rPr>
                                    </w:pPr>
                                    <w:r w:rsidRPr="008C62FF">
                                      <w:rPr>
                                        <w:color w:val="999999"/>
                                        <w:sz w:val="40"/>
                                        <w:szCs w:val="40"/>
                                      </w:rPr>
                                      <w:sym w:font="Webdings" w:char="F063"/>
                                    </w:r>
                                  </w:p>
                                </w:tc>
                              </w:tr>
                              <w:tr w:rsidR="0093750F" w:rsidTr="00AA7524">
                                <w:trPr>
                                  <w:trHeight w:val="540"/>
                                </w:trPr>
                                <w:tc>
                                  <w:tcPr>
                                    <w:tcW w:w="546" w:type="dxa"/>
                                  </w:tcPr>
                                  <w:p w:rsidR="0093750F" w:rsidRPr="00C64D4D" w:rsidRDefault="0093750F">
                                    <w:pPr>
                                      <w:spacing w:before="0" w:after="0"/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</w:pPr>
                                    <w:r w:rsidRPr="00C64D4D"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  <w:t></w:t>
                                    </w:r>
                                  </w:p>
                                </w:tc>
                                <w:tc>
                                  <w:tcPr>
                                    <w:tcW w:w="6887" w:type="dxa"/>
                                  </w:tcPr>
                                  <w:p w:rsidR="0093750F" w:rsidRPr="000E79EA" w:rsidRDefault="0093750F" w:rsidP="00D03186">
                                    <w:pPr>
                                      <w:spacing w:before="120" w:after="0"/>
                                    </w:pPr>
                                    <w:r>
                                      <w:t xml:space="preserve">Apply the </w:t>
                                    </w:r>
                                    <w:r w:rsidRPr="00D03186">
                                      <w:rPr>
                                        <w:i/>
                                      </w:rPr>
                                      <w:t>Quick Layout</w:t>
                                    </w:r>
                                    <w: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b/>
                                        <w:i/>
                                      </w:rPr>
                                      <w:t>Layout</w:t>
                                    </w:r>
                                    <w:proofErr w:type="spellEnd"/>
                                    <w:r>
                                      <w:rPr>
                                        <w:b/>
                                        <w:i/>
                                      </w:rPr>
                                      <w:t xml:space="preserve"> 1</w:t>
                                    </w:r>
                                    <w:r>
                                      <w:t>, then hide the chart title and show data labels. Apply bold to the legend labels</w:t>
                                    </w:r>
                                  </w:p>
                                </w:tc>
                                <w:tc>
                                  <w:tcPr>
                                    <w:tcW w:w="1694" w:type="dxa"/>
                                  </w:tcPr>
                                  <w:p w:rsidR="0093750F" w:rsidRPr="008C62FF" w:rsidRDefault="0093750F" w:rsidP="00A76E7A">
                                    <w:pPr>
                                      <w:jc w:val="center"/>
                                      <w:rPr>
                                        <w:color w:val="999999"/>
                                      </w:rPr>
                                    </w:pPr>
                                    <w:r w:rsidRPr="008C62FF">
                                      <w:rPr>
                                        <w:color w:val="999999"/>
                                        <w:sz w:val="40"/>
                                        <w:szCs w:val="40"/>
                                      </w:rPr>
                                      <w:sym w:font="Webdings" w:char="F063"/>
                                    </w:r>
                                  </w:p>
                                </w:tc>
                              </w:tr>
                              <w:tr w:rsidR="0093750F" w:rsidTr="00AA7524">
                                <w:trPr>
                                  <w:trHeight w:val="540"/>
                                </w:trPr>
                                <w:tc>
                                  <w:tcPr>
                                    <w:tcW w:w="546" w:type="dxa"/>
                                  </w:tcPr>
                                  <w:p w:rsidR="0093750F" w:rsidRPr="00C64D4D" w:rsidRDefault="0093750F">
                                    <w:pPr>
                                      <w:spacing w:before="0" w:after="0"/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</w:pPr>
                                    <w:r w:rsidRPr="00C64D4D"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  <w:t></w:t>
                                    </w:r>
                                  </w:p>
                                </w:tc>
                                <w:tc>
                                  <w:tcPr>
                                    <w:tcW w:w="6887" w:type="dxa"/>
                                  </w:tcPr>
                                  <w:p w:rsidR="0093750F" w:rsidRPr="00D03186" w:rsidRDefault="0093750F" w:rsidP="00F2665B">
                                    <w:pPr>
                                      <w:spacing w:before="120" w:after="0"/>
                                    </w:pPr>
                                    <w:r>
                                      <w:t xml:space="preserve">Apply the </w:t>
                                    </w:r>
                                    <w:proofErr w:type="spellStart"/>
                                    <w:r>
                                      <w:t>preset</w:t>
                                    </w:r>
                                    <w:proofErr w:type="spellEnd"/>
                                    <w:r>
                                      <w:t xml:space="preserve"> gradient fill </w:t>
                                    </w:r>
                                    <w:r w:rsidRPr="00D03186">
                                      <w:rPr>
                                        <w:b/>
                                        <w:i/>
                                      </w:rPr>
                                      <w:t>Light Gradient – Accent 3</w:t>
                                    </w:r>
                                    <w:r>
                                      <w:t xml:space="preserve"> to the plot area</w:t>
                                    </w:r>
                                  </w:p>
                                </w:tc>
                                <w:tc>
                                  <w:tcPr>
                                    <w:tcW w:w="1694" w:type="dxa"/>
                                  </w:tcPr>
                                  <w:p w:rsidR="0093750F" w:rsidRPr="008C62FF" w:rsidRDefault="0093750F" w:rsidP="00A76E7A">
                                    <w:pPr>
                                      <w:jc w:val="center"/>
                                      <w:rPr>
                                        <w:color w:val="999999"/>
                                      </w:rPr>
                                    </w:pPr>
                                    <w:r w:rsidRPr="008C62FF">
                                      <w:rPr>
                                        <w:color w:val="999999"/>
                                        <w:sz w:val="40"/>
                                        <w:szCs w:val="40"/>
                                      </w:rPr>
                                      <w:sym w:font="Webdings" w:char="F063"/>
                                    </w:r>
                                  </w:p>
                                </w:tc>
                              </w:tr>
                              <w:tr w:rsidR="0093750F" w:rsidTr="00AA7524">
                                <w:trPr>
                                  <w:trHeight w:val="540"/>
                                </w:trPr>
                                <w:tc>
                                  <w:tcPr>
                                    <w:tcW w:w="546" w:type="dxa"/>
                                  </w:tcPr>
                                  <w:p w:rsidR="0093750F" w:rsidRPr="00C64D4D" w:rsidRDefault="0093750F">
                                    <w:pPr>
                                      <w:spacing w:before="0" w:after="0"/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</w:pPr>
                                    <w:r w:rsidRPr="00C64D4D"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  <w:t></w:t>
                                    </w:r>
                                  </w:p>
                                </w:tc>
                                <w:tc>
                                  <w:tcPr>
                                    <w:tcW w:w="6887" w:type="dxa"/>
                                  </w:tcPr>
                                  <w:p w:rsidR="0093750F" w:rsidRPr="00445565" w:rsidRDefault="0093750F" w:rsidP="000C2F82">
                                    <w:pPr>
                                      <w:spacing w:before="120" w:after="0"/>
                                    </w:pPr>
                                    <w:r>
                                      <w:t xml:space="preserve">Edit the data series for </w:t>
                                    </w:r>
                                    <w:r>
                                      <w:rPr>
                                        <w:b/>
                                        <w:i/>
                                      </w:rPr>
                                      <w:t>USA</w:t>
                                    </w:r>
                                    <w:r>
                                      <w:t xml:space="preserve">, changing the value for </w:t>
                                    </w:r>
                                    <w:r>
                                      <w:rPr>
                                        <w:b/>
                                        <w:i/>
                                      </w:rPr>
                                      <w:t>Glass</w:t>
                                    </w:r>
                                    <w:r>
                                      <w:t xml:space="preserve"> to </w:t>
                                    </w:r>
                                    <w:r>
                                      <w:rPr>
                                        <w:b/>
                                      </w:rPr>
                                      <w:t>200</w:t>
                                    </w:r>
                                    <w:r>
                                      <w:t xml:space="preserve">, then hide the data series for </w:t>
                                    </w:r>
                                    <w:r>
                                      <w:rPr>
                                        <w:b/>
                                        <w:i/>
                                      </w:rPr>
                                      <w:t>Greece</w:t>
                                    </w:r>
                                  </w:p>
                                  <w:p w:rsidR="0093750F" w:rsidRPr="000C2F82" w:rsidRDefault="0093750F" w:rsidP="000C2F82">
                                    <w:pPr>
                                      <w:spacing w:before="120" w:after="0"/>
                                      <w:rPr>
                                        <w:i/>
                                      </w:rPr>
                                    </w:pPr>
                                    <w:r>
                                      <w:rPr>
                                        <w:i/>
                                      </w:rPr>
                                      <w:t>Your slide should now appear as shown in sample B on the following page – you might need to resize and reposition the chart slightly…</w:t>
                                    </w:r>
                                  </w:p>
                                </w:tc>
                                <w:tc>
                                  <w:tcPr>
                                    <w:tcW w:w="1694" w:type="dxa"/>
                                  </w:tcPr>
                                  <w:p w:rsidR="0093750F" w:rsidRPr="008C62FF" w:rsidRDefault="0093750F" w:rsidP="00A76E7A">
                                    <w:pPr>
                                      <w:jc w:val="center"/>
                                      <w:rPr>
                                        <w:color w:val="999999"/>
                                      </w:rPr>
                                    </w:pPr>
                                    <w:r w:rsidRPr="008C62FF">
                                      <w:rPr>
                                        <w:color w:val="999999"/>
                                        <w:sz w:val="40"/>
                                        <w:szCs w:val="40"/>
                                      </w:rPr>
                                      <w:sym w:font="Webdings" w:char="F063"/>
                                    </w:r>
                                  </w:p>
                                </w:tc>
                              </w:tr>
                              <w:tr w:rsidR="0093750F" w:rsidTr="00AA7524">
                                <w:trPr>
                                  <w:trHeight w:val="540"/>
                                </w:trPr>
                                <w:tc>
                                  <w:tcPr>
                                    <w:tcW w:w="546" w:type="dxa"/>
                                  </w:tcPr>
                                  <w:p w:rsidR="0093750F" w:rsidRPr="00C64D4D" w:rsidRDefault="0093750F">
                                    <w:pPr>
                                      <w:spacing w:before="0" w:after="0"/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</w:pPr>
                                    <w:r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  <w:t></w:t>
                                    </w:r>
                                  </w:p>
                                </w:tc>
                                <w:tc>
                                  <w:tcPr>
                                    <w:tcW w:w="6887" w:type="dxa"/>
                                  </w:tcPr>
                                  <w:p w:rsidR="0093750F" w:rsidRPr="000C2F82" w:rsidRDefault="0093750F" w:rsidP="00691956">
                                    <w:pPr>
                                      <w:spacing w:before="120" w:after="0"/>
                                    </w:pPr>
                                    <w:r>
                                      <w:t xml:space="preserve">On slide </w:t>
                                    </w:r>
                                    <w:r>
                                      <w:rPr>
                                        <w:b/>
                                        <w:i/>
                                      </w:rPr>
                                      <w:t>11</w:t>
                                    </w:r>
                                    <w:r>
                                      <w:t xml:space="preserve">, change the chart to a </w:t>
                                    </w:r>
                                    <w:r>
                                      <w:rPr>
                                        <w:b/>
                                        <w:i/>
                                      </w:rPr>
                                      <w:t>3D Pie</w:t>
                                    </w:r>
                                    <w:r>
                                      <w:t xml:space="preserve">, then apply the </w:t>
                                    </w:r>
                                    <w:r>
                                      <w:rPr>
                                        <w:i/>
                                      </w:rPr>
                                      <w:t>Chart Style</w:t>
                                    </w:r>
                                    <w: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b/>
                                        <w:i/>
                                      </w:rPr>
                                      <w:t>Style</w:t>
                                    </w:r>
                                    <w:proofErr w:type="spellEnd"/>
                                    <w:r>
                                      <w:rPr>
                                        <w:b/>
                                        <w:i/>
                                      </w:rPr>
                                      <w:t> 5</w:t>
                                    </w:r>
                                  </w:p>
                                </w:tc>
                                <w:tc>
                                  <w:tcPr>
                                    <w:tcW w:w="1694" w:type="dxa"/>
                                  </w:tcPr>
                                  <w:p w:rsidR="0093750F" w:rsidRPr="008C62FF" w:rsidRDefault="0093750F" w:rsidP="00A76E7A">
                                    <w:pPr>
                                      <w:jc w:val="center"/>
                                      <w:rPr>
                                        <w:color w:val="999999"/>
                                      </w:rPr>
                                    </w:pPr>
                                    <w:r w:rsidRPr="008C62FF">
                                      <w:rPr>
                                        <w:color w:val="999999"/>
                                        <w:sz w:val="40"/>
                                        <w:szCs w:val="40"/>
                                      </w:rPr>
                                      <w:sym w:font="Webdings" w:char="F063"/>
                                    </w:r>
                                  </w:p>
                                </w:tc>
                              </w:tr>
                              <w:tr w:rsidR="0093750F" w:rsidTr="00AA7524">
                                <w:trPr>
                                  <w:trHeight w:val="540"/>
                                </w:trPr>
                                <w:tc>
                                  <w:tcPr>
                                    <w:tcW w:w="546" w:type="dxa"/>
                                  </w:tcPr>
                                  <w:p w:rsidR="0093750F" w:rsidRDefault="0093750F" w:rsidP="000C2F82">
                                    <w:pPr>
                                      <w:spacing w:before="0" w:after="0"/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</w:pPr>
                                    <w:r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  <w:t></w:t>
                                    </w:r>
                                  </w:p>
                                </w:tc>
                                <w:tc>
                                  <w:tcPr>
                                    <w:tcW w:w="6887" w:type="dxa"/>
                                  </w:tcPr>
                                  <w:p w:rsidR="0093750F" w:rsidRPr="000C2F82" w:rsidRDefault="0093750F" w:rsidP="00691956">
                                    <w:pPr>
                                      <w:spacing w:before="120" w:after="0"/>
                                    </w:pPr>
                                    <w:r>
                                      <w:t xml:space="preserve">Hide the chart title, then display data labels as percentages, positioned on the </w:t>
                                    </w:r>
                                    <w:r w:rsidRPr="000C2F82">
                                      <w:t>outside end</w:t>
                                    </w:r>
                                    <w:r>
                                      <w:t xml:space="preserve">, in </w:t>
                                    </w:r>
                                    <w:r>
                                      <w:rPr>
                                        <w:b/>
                                        <w:i/>
                                      </w:rPr>
                                      <w:t>16pt</w:t>
                                    </w:r>
                                    <w:r>
                                      <w:t xml:space="preserve"> and bold</w:t>
                                    </w:r>
                                  </w:p>
                                </w:tc>
                                <w:tc>
                                  <w:tcPr>
                                    <w:tcW w:w="1694" w:type="dxa"/>
                                  </w:tcPr>
                                  <w:p w:rsidR="0093750F" w:rsidRPr="008C62FF" w:rsidRDefault="0093750F" w:rsidP="000C2F82">
                                    <w:pPr>
                                      <w:jc w:val="center"/>
                                      <w:rPr>
                                        <w:color w:val="999999"/>
                                      </w:rPr>
                                    </w:pPr>
                                    <w:r w:rsidRPr="008C62FF">
                                      <w:rPr>
                                        <w:color w:val="999999"/>
                                        <w:sz w:val="40"/>
                                        <w:szCs w:val="40"/>
                                      </w:rPr>
                                      <w:sym w:font="Webdings" w:char="F063"/>
                                    </w:r>
                                  </w:p>
                                </w:tc>
                              </w:tr>
                              <w:tr w:rsidR="0093750F" w:rsidTr="00AA7524">
                                <w:trPr>
                                  <w:trHeight w:val="540"/>
                                </w:trPr>
                                <w:tc>
                                  <w:tcPr>
                                    <w:tcW w:w="546" w:type="dxa"/>
                                  </w:tcPr>
                                  <w:p w:rsidR="0093750F" w:rsidRDefault="0093750F" w:rsidP="000C2F82">
                                    <w:pPr>
                                      <w:spacing w:before="0" w:after="0"/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</w:pPr>
                                    <w:r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  <w:t></w:t>
                                    </w:r>
                                  </w:p>
                                </w:tc>
                                <w:tc>
                                  <w:tcPr>
                                    <w:tcW w:w="6887" w:type="dxa"/>
                                  </w:tcPr>
                                  <w:p w:rsidR="0093750F" w:rsidRDefault="0093750F" w:rsidP="000C2F82">
                                    <w:pPr>
                                      <w:spacing w:before="120" w:after="0"/>
                                    </w:pPr>
                                    <w:r>
                                      <w:t xml:space="preserve">Explode the pie to </w:t>
                                    </w:r>
                                    <w:r>
                                      <w:rPr>
                                        <w:b/>
                                        <w:i/>
                                      </w:rPr>
                                      <w:t>15%</w:t>
                                    </w:r>
                                    <w:r>
                                      <w:t xml:space="preserve"> and rotate the first slice to </w:t>
                                    </w:r>
                                    <w:r>
                                      <w:rPr>
                                        <w:b/>
                                        <w:i/>
                                      </w:rPr>
                                      <w:t>10</w:t>
                                    </w:r>
                                    <w:r>
                                      <w:rPr>
                                        <w:rFonts w:cs="Arial"/>
                                        <w:b/>
                                        <w:i/>
                                      </w:rPr>
                                      <w:t>°</w:t>
                                    </w:r>
                                  </w:p>
                                  <w:p w:rsidR="0093750F" w:rsidRPr="00691956" w:rsidRDefault="0093750F" w:rsidP="000C2F82">
                                    <w:pPr>
                                      <w:spacing w:before="120" w:after="0"/>
                                    </w:pPr>
                                    <w:r>
                                      <w:rPr>
                                        <w:i/>
                                      </w:rPr>
                                      <w:t>The slide should appear as shown in sample C on the following page…</w:t>
                                    </w:r>
                                  </w:p>
                                </w:tc>
                                <w:tc>
                                  <w:tcPr>
                                    <w:tcW w:w="1694" w:type="dxa"/>
                                  </w:tcPr>
                                  <w:p w:rsidR="0093750F" w:rsidRPr="008C62FF" w:rsidRDefault="0093750F" w:rsidP="000C2F82">
                                    <w:pPr>
                                      <w:jc w:val="center"/>
                                      <w:rPr>
                                        <w:color w:val="999999"/>
                                      </w:rPr>
                                    </w:pPr>
                                    <w:r w:rsidRPr="008C62FF">
                                      <w:rPr>
                                        <w:color w:val="999999"/>
                                        <w:sz w:val="40"/>
                                        <w:szCs w:val="40"/>
                                      </w:rPr>
                                      <w:sym w:font="Webdings" w:char="F063"/>
                                    </w:r>
                                  </w:p>
                                </w:tc>
                              </w:tr>
                              <w:tr w:rsidR="0093750F" w:rsidTr="00AA7524">
                                <w:trPr>
                                  <w:trHeight w:val="540"/>
                                </w:trPr>
                                <w:tc>
                                  <w:tcPr>
                                    <w:tcW w:w="546" w:type="dxa"/>
                                  </w:tcPr>
                                  <w:p w:rsidR="0093750F" w:rsidRDefault="0093750F" w:rsidP="000C2F82">
                                    <w:pPr>
                                      <w:spacing w:before="0" w:after="0"/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</w:pPr>
                                    <w:r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  <w:t></w:t>
                                    </w:r>
                                  </w:p>
                                </w:tc>
                                <w:tc>
                                  <w:tcPr>
                                    <w:tcW w:w="6887" w:type="dxa"/>
                                  </w:tcPr>
                                  <w:p w:rsidR="0093750F" w:rsidRPr="00AA1AD0" w:rsidRDefault="0093750F" w:rsidP="000C2F82">
                                    <w:pPr>
                                      <w:spacing w:before="120" w:after="0"/>
                                    </w:pPr>
                                    <w:r>
                                      <w:t xml:space="preserve">Use the </w:t>
                                    </w:r>
                                    <w:r>
                                      <w:rPr>
                                        <w:b/>
                                        <w:i/>
                                      </w:rPr>
                                      <w:t>Save As</w:t>
                                    </w:r>
                                    <w:r>
                                      <w:t xml:space="preserve"> command to save the presentation as </w:t>
                                    </w:r>
                                    <w:proofErr w:type="spellStart"/>
                                    <w:r>
                                      <w:rPr>
                                        <w:b/>
                                        <w:i/>
                                      </w:rPr>
                                      <w:t>PE_Charts</w:t>
                                    </w:r>
                                    <w:proofErr w:type="spellEnd"/>
                                    <w:r>
                                      <w:rPr>
                                        <w:b/>
                                        <w:i/>
                                      </w:rPr>
                                      <w:t xml:space="preserve"> (Completed).pptx</w:t>
                                    </w:r>
                                  </w:p>
                                </w:tc>
                                <w:tc>
                                  <w:tcPr>
                                    <w:tcW w:w="1694" w:type="dxa"/>
                                  </w:tcPr>
                                  <w:p w:rsidR="0093750F" w:rsidRPr="008C62FF" w:rsidRDefault="0093750F" w:rsidP="000C2F82">
                                    <w:pPr>
                                      <w:jc w:val="center"/>
                                      <w:rPr>
                                        <w:color w:val="999999"/>
                                      </w:rPr>
                                    </w:pPr>
                                    <w:r w:rsidRPr="008C62FF">
                                      <w:rPr>
                                        <w:color w:val="999999"/>
                                        <w:sz w:val="40"/>
                                        <w:szCs w:val="40"/>
                                      </w:rPr>
                                      <w:sym w:font="Webdings" w:char="F063"/>
                                    </w:r>
                                  </w:p>
                                </w:tc>
                              </w:tr>
                            </w:tbl>
                            <w:p w:rsidR="0093750F" w:rsidRDefault="0093750F" w:rsidP="00D332ED"/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5" name="Line 104"/>
                        <wps:cNvCnPr/>
                        <wps:spPr bwMode="auto">
                          <a:xfrm>
                            <a:off x="0" y="6489700"/>
                            <a:ext cx="6174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25400" y="6616700"/>
                            <a:ext cx="6112510" cy="1440000"/>
                          </a:xfrm>
                          <a:prstGeom prst="rect">
                            <a:avLst/>
                          </a:prstGeom>
                          <a:solidFill>
                            <a:srgbClr val="CC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0" w:type="auto"/>
                                <w:tblInd w:w="-70" w:type="dxa"/>
                                <w:tblLook w:val="00A0" w:firstRow="1" w:lastRow="0" w:firstColumn="1" w:lastColumn="0" w:noHBand="0" w:noVBand="0"/>
                              </w:tblPr>
                              <w:tblGrid>
                                <w:gridCol w:w="2366"/>
                                <w:gridCol w:w="7026"/>
                              </w:tblGrid>
                              <w:tr w:rsidR="0093750F" w:rsidTr="00AA7524">
                                <w:tc>
                                  <w:tcPr>
                                    <w:tcW w:w="2366" w:type="dxa"/>
                                  </w:tcPr>
                                  <w:p w:rsidR="0093750F" w:rsidRPr="008B0517" w:rsidRDefault="0093750F">
                                    <w:pPr>
                                      <w:rPr>
                                        <w:b/>
                                      </w:rPr>
                                    </w:pPr>
                                    <w:r w:rsidRPr="008B0517">
                                      <w:rPr>
                                        <w:b/>
                                      </w:rPr>
                                      <w:t>Files required for exercise:</w:t>
                                    </w:r>
                                  </w:p>
                                </w:tc>
                                <w:tc>
                                  <w:tcPr>
                                    <w:tcW w:w="7026" w:type="dxa"/>
                                  </w:tcPr>
                                  <w:p w:rsidR="0093750F" w:rsidRPr="00EB564F" w:rsidRDefault="0093750F">
                                    <w:r w:rsidRPr="00EB564F">
                                      <w:rPr>
                                        <w:i/>
                                      </w:rPr>
                                      <w:t>PE_Charts.pptx</w:t>
                                    </w:r>
                                  </w:p>
                                </w:tc>
                              </w:tr>
                              <w:tr w:rsidR="0093750F" w:rsidTr="00AA7524">
                                <w:tc>
                                  <w:tcPr>
                                    <w:tcW w:w="2366" w:type="dxa"/>
                                  </w:tcPr>
                                  <w:p w:rsidR="0093750F" w:rsidRPr="008B0517" w:rsidRDefault="0093750F">
                                    <w:pPr>
                                      <w:rPr>
                                        <w:b/>
                                      </w:rPr>
                                    </w:pPr>
                                    <w:r w:rsidRPr="008B0517">
                                      <w:rPr>
                                        <w:b/>
                                      </w:rPr>
                                      <w:t>Files/work created by student:</w:t>
                                    </w:r>
                                  </w:p>
                                </w:tc>
                                <w:tc>
                                  <w:tcPr>
                                    <w:tcW w:w="7026" w:type="dxa"/>
                                  </w:tcPr>
                                  <w:p w:rsidR="0093750F" w:rsidRDefault="0093750F">
                                    <w:proofErr w:type="spellStart"/>
                                    <w:r w:rsidRPr="00EB564F">
                                      <w:rPr>
                                        <w:i/>
                                      </w:rPr>
                                      <w:t>PE_Charts</w:t>
                                    </w:r>
                                    <w:proofErr w:type="spellEnd"/>
                                    <w:r>
                                      <w:rPr>
                                        <w:i/>
                                      </w:rPr>
                                      <w:t xml:space="preserve"> (Completed)</w:t>
                                    </w:r>
                                    <w:r w:rsidRPr="00EB564F">
                                      <w:rPr>
                                        <w:i/>
                                      </w:rPr>
                                      <w:t>.pptx</w:t>
                                    </w:r>
                                  </w:p>
                                </w:tc>
                              </w:tr>
                              <w:tr w:rsidR="0093750F" w:rsidTr="00AA7524">
                                <w:tc>
                                  <w:tcPr>
                                    <w:tcW w:w="2366" w:type="dxa"/>
                                  </w:tcPr>
                                  <w:p w:rsidR="0093750F" w:rsidRPr="008B0517" w:rsidRDefault="0093750F">
                                    <w:pPr>
                                      <w:rPr>
                                        <w:b/>
                                      </w:rPr>
                                    </w:pPr>
                                    <w:r w:rsidRPr="008B0517">
                                      <w:rPr>
                                        <w:b/>
                                      </w:rPr>
                                      <w:t>Exercise Completed:</w:t>
                                    </w:r>
                                  </w:p>
                                </w:tc>
                                <w:tc>
                                  <w:tcPr>
                                    <w:tcW w:w="7026" w:type="dxa"/>
                                  </w:tcPr>
                                  <w:p w:rsidR="0093750F" w:rsidRDefault="0093750F">
                                    <w:r w:rsidRPr="008B0517">
                                      <w:rPr>
                                        <w:color w:val="999999"/>
                                        <w:sz w:val="40"/>
                                        <w:szCs w:val="40"/>
                                      </w:rPr>
                                      <w:sym w:font="Webdings" w:char="F063"/>
                                    </w:r>
                                  </w:p>
                                </w:tc>
                              </w:tr>
                            </w:tbl>
                            <w:p w:rsidR="0093750F" w:rsidRDefault="0093750F" w:rsidP="00D332E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" o:spid="_x0000_s1026" style="position:absolute;margin-left:-1.7pt;margin-top:26.75pt;width:486.15pt;height:634.4pt;z-index:251659264" coordsize="61740,80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">
                <v:line id="Straight Connector 10" o:spid="_x0000_s1027" style="position:absolute;visibility:visible;mso-wrap-style:square" from="635,0" to="6147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" strokecolor="#c00000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0" o:spid="_x0000_s1028" type="#_x0000_t202" style="position:absolute;left:888;top:2031;width:59544;height:488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" fillcolor="#ffc" stroked="f" strokeweight=".25pt">
                  <v:shadow offset="-6pt,6pt"/>
                  <v:textbox style="mso-fit-shape-to-text:t">
                    <w:txbxContent>
                      <w:tbl>
                        <w:tblPr>
                          <w:tblW w:w="0" w:type="auto"/>
                          <w:tblInd w:w="-28" w:type="dxa"/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546"/>
                          <w:gridCol w:w="6887"/>
                          <w:gridCol w:w="1694"/>
                        </w:tblGrid>
                        <w:tr w:rsidR="0093750F" w:rsidRPr="00563912" w:rsidTr="00AA7524">
                          <w:trPr>
                            <w:cantSplit/>
                            <w:trHeight w:val="540"/>
                          </w:trPr>
                          <w:tc>
                            <w:tcPr>
                              <w:tcW w:w="7433" w:type="dxa"/>
                              <w:gridSpan w:val="2"/>
                            </w:tcPr>
                            <w:p w:rsidR="0093750F" w:rsidRPr="00C64D4D" w:rsidRDefault="0093750F">
                              <w:pPr>
                                <w:spacing w:before="120"/>
                                <w:rPr>
                                  <w:b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C64D4D">
                                <w:rPr>
                                  <w:b/>
                                  <w:color w:val="C00000"/>
                                  <w:sz w:val="22"/>
                                  <w:szCs w:val="22"/>
                                </w:rPr>
                                <w:t>Tasks:</w:t>
                              </w:r>
                            </w:p>
                          </w:tc>
                          <w:tc>
                            <w:tcPr>
                              <w:tcW w:w="1694" w:type="dxa"/>
                            </w:tcPr>
                            <w:p w:rsidR="0093750F" w:rsidRPr="00C64D4D" w:rsidRDefault="0093750F" w:rsidP="00A76E7A">
                              <w:pPr>
                                <w:spacing w:before="120"/>
                                <w:jc w:val="center"/>
                                <w:rPr>
                                  <w:b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C64D4D">
                                <w:rPr>
                                  <w:b/>
                                  <w:color w:val="C00000"/>
                                  <w:sz w:val="22"/>
                                  <w:szCs w:val="22"/>
                                </w:rPr>
                                <w:t>Completed:</w:t>
                              </w:r>
                            </w:p>
                          </w:tc>
                        </w:tr>
                        <w:tr w:rsidR="0093750F" w:rsidTr="00AA7524">
                          <w:trPr>
                            <w:cantSplit/>
                          </w:trPr>
                          <w:tc>
                            <w:tcPr>
                              <w:tcW w:w="546" w:type="dxa"/>
                              <w:textDirection w:val="btLr"/>
                              <w:vAlign w:val="center"/>
                            </w:tcPr>
                            <w:p w:rsidR="0093750F" w:rsidRDefault="0093750F" w:rsidP="0040786A">
                              <w:pPr>
                                <w:pStyle w:val="PreambleLabel"/>
                                <w:rPr>
                                  <w:sz w:val="24"/>
                                </w:rPr>
                              </w:pPr>
                            </w:p>
                          </w:tc>
                          <w:tc>
                            <w:tcPr>
                              <w:tcW w:w="6887" w:type="dxa"/>
                            </w:tcPr>
                            <w:p w:rsidR="0093750F" w:rsidRPr="00EB564F" w:rsidRDefault="0093750F" w:rsidP="00EB564F">
                              <w:pPr>
                                <w:pStyle w:val="PreambleText"/>
                              </w:pPr>
                              <w:bookmarkStart w:id="3" w:name="Preamble"/>
                              <w:r>
                                <w:t>Before starting this exercise you MUST have completed all of the topics in the chapter Charts…</w:t>
                              </w:r>
                              <w:bookmarkEnd w:id="3"/>
                            </w:p>
                          </w:tc>
                          <w:tc>
                            <w:tcPr>
                              <w:tcW w:w="1694" w:type="dxa"/>
                            </w:tcPr>
                            <w:p w:rsidR="0093750F" w:rsidRDefault="0093750F" w:rsidP="00A76E7A">
                              <w:pPr>
                                <w:pStyle w:val="PreambleText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</w:p>
                          </w:tc>
                        </w:tr>
                        <w:tr w:rsidR="0093750F" w:rsidTr="00AA7524">
                          <w:trPr>
                            <w:trHeight w:val="540"/>
                          </w:trPr>
                          <w:tc>
                            <w:tcPr>
                              <w:tcW w:w="546" w:type="dxa"/>
                            </w:tcPr>
                            <w:p w:rsidR="0093750F" w:rsidRPr="00C64D4D" w:rsidRDefault="0093750F">
                              <w:pPr>
                                <w:spacing w:before="0" w:after="0"/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</w:pPr>
                              <w:r w:rsidRPr="00C64D4D"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  <w:t></w:t>
                              </w:r>
                            </w:p>
                          </w:tc>
                          <w:tc>
                            <w:tcPr>
                              <w:tcW w:w="6887" w:type="dxa"/>
                            </w:tcPr>
                            <w:p w:rsidR="0093750F" w:rsidRPr="00EB564F" w:rsidRDefault="0093750F" w:rsidP="00EE4406">
                              <w:pPr>
                                <w:spacing w:before="120" w:after="0"/>
                              </w:pPr>
                              <w:r>
                                <w:t xml:space="preserve">Open the presentation </w:t>
                              </w:r>
                              <w:r>
                                <w:rPr>
                                  <w:b/>
                                  <w:i/>
                                </w:rPr>
                                <w:t>PE_Charts.pptx</w:t>
                              </w:r>
                              <w:r>
                                <w:t xml:space="preserve"> (it can be found in the same folder as the student files)</w:t>
                              </w:r>
                            </w:p>
                          </w:tc>
                          <w:tc>
                            <w:tcPr>
                              <w:tcW w:w="1694" w:type="dxa"/>
                            </w:tcPr>
                            <w:p w:rsidR="0093750F" w:rsidRPr="008C62FF" w:rsidRDefault="0093750F" w:rsidP="00A76E7A">
                              <w:pPr>
                                <w:jc w:val="center"/>
                                <w:rPr>
                                  <w:color w:val="999999"/>
                                </w:rPr>
                              </w:pPr>
                              <w:r w:rsidRPr="008C62FF">
                                <w:rPr>
                                  <w:color w:val="999999"/>
                                  <w:sz w:val="40"/>
                                  <w:szCs w:val="40"/>
                                </w:rPr>
                                <w:sym w:font="Webdings" w:char="F063"/>
                              </w:r>
                            </w:p>
                          </w:tc>
                        </w:tr>
                        <w:tr w:rsidR="0093750F" w:rsidTr="00AA7524">
                          <w:trPr>
                            <w:trHeight w:val="540"/>
                          </w:trPr>
                          <w:tc>
                            <w:tcPr>
                              <w:tcW w:w="546" w:type="dxa"/>
                            </w:tcPr>
                            <w:p w:rsidR="0093750F" w:rsidRPr="00C64D4D" w:rsidRDefault="0093750F">
                              <w:pPr>
                                <w:spacing w:before="0" w:after="0"/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</w:pPr>
                              <w:r w:rsidRPr="00C64D4D"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  <w:t></w:t>
                              </w:r>
                            </w:p>
                          </w:tc>
                          <w:tc>
                            <w:tcPr>
                              <w:tcW w:w="6887" w:type="dxa"/>
                            </w:tcPr>
                            <w:p w:rsidR="0093750F" w:rsidRPr="00A511B2" w:rsidRDefault="0093750F" w:rsidP="00445565">
                              <w:pPr>
                                <w:spacing w:before="120" w:after="0"/>
                              </w:pPr>
                              <w:r>
                                <w:t xml:space="preserve">On slide </w:t>
                              </w:r>
                              <w:r>
                                <w:rPr>
                                  <w:b/>
                                  <w:i/>
                                </w:rPr>
                                <w:t>10</w:t>
                              </w:r>
                              <w:r>
                                <w:t xml:space="preserve">, create a stacked column chart using the data shown in sample </w:t>
                              </w:r>
                              <w:r w:rsidRPr="00FB4539">
                                <w:rPr>
                                  <w:i/>
                                </w:rPr>
                                <w:t>A</w:t>
                              </w:r>
                              <w:r>
                                <w:t xml:space="preserve"> on the following page</w:t>
                              </w:r>
                            </w:p>
                          </w:tc>
                          <w:tc>
                            <w:tcPr>
                              <w:tcW w:w="1694" w:type="dxa"/>
                            </w:tcPr>
                            <w:p w:rsidR="0093750F" w:rsidRPr="008C62FF" w:rsidRDefault="0093750F" w:rsidP="00A76E7A">
                              <w:pPr>
                                <w:jc w:val="center"/>
                                <w:rPr>
                                  <w:color w:val="999999"/>
                                </w:rPr>
                              </w:pPr>
                              <w:r w:rsidRPr="008C62FF">
                                <w:rPr>
                                  <w:color w:val="999999"/>
                                  <w:sz w:val="40"/>
                                  <w:szCs w:val="40"/>
                                </w:rPr>
                                <w:sym w:font="Webdings" w:char="F063"/>
                              </w:r>
                            </w:p>
                          </w:tc>
                        </w:tr>
                        <w:tr w:rsidR="0093750F" w:rsidTr="00AA7524">
                          <w:trPr>
                            <w:trHeight w:val="540"/>
                          </w:trPr>
                          <w:tc>
                            <w:tcPr>
                              <w:tcW w:w="546" w:type="dxa"/>
                            </w:tcPr>
                            <w:p w:rsidR="0093750F" w:rsidRPr="00C64D4D" w:rsidRDefault="0093750F">
                              <w:pPr>
                                <w:spacing w:before="0" w:after="0"/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</w:pPr>
                              <w:r w:rsidRPr="00C64D4D"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  <w:t></w:t>
                              </w:r>
                            </w:p>
                          </w:tc>
                          <w:tc>
                            <w:tcPr>
                              <w:tcW w:w="6887" w:type="dxa"/>
                            </w:tcPr>
                            <w:p w:rsidR="0093750F" w:rsidRPr="000E79EA" w:rsidRDefault="0093750F" w:rsidP="00D03186">
                              <w:pPr>
                                <w:spacing w:before="120" w:after="0"/>
                              </w:pPr>
                              <w:r>
                                <w:t xml:space="preserve">Apply the </w:t>
                              </w:r>
                              <w:r w:rsidRPr="00D03186">
                                <w:rPr>
                                  <w:i/>
                                </w:rPr>
                                <w:t>Quick Layout</w:t>
                              </w:r>
                              <w: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i/>
                                </w:rPr>
                                <w:t>Layout</w:t>
                              </w:r>
                              <w:proofErr w:type="spellEnd"/>
                              <w:r>
                                <w:rPr>
                                  <w:b/>
                                  <w:i/>
                                </w:rPr>
                                <w:t xml:space="preserve"> 1</w:t>
                              </w:r>
                              <w:r>
                                <w:t>, then hide the chart title and show data labels. Apply bold to the legend labels</w:t>
                              </w:r>
                            </w:p>
                          </w:tc>
                          <w:tc>
                            <w:tcPr>
                              <w:tcW w:w="1694" w:type="dxa"/>
                            </w:tcPr>
                            <w:p w:rsidR="0093750F" w:rsidRPr="008C62FF" w:rsidRDefault="0093750F" w:rsidP="00A76E7A">
                              <w:pPr>
                                <w:jc w:val="center"/>
                                <w:rPr>
                                  <w:color w:val="999999"/>
                                </w:rPr>
                              </w:pPr>
                              <w:r w:rsidRPr="008C62FF">
                                <w:rPr>
                                  <w:color w:val="999999"/>
                                  <w:sz w:val="40"/>
                                  <w:szCs w:val="40"/>
                                </w:rPr>
                                <w:sym w:font="Webdings" w:char="F063"/>
                              </w:r>
                            </w:p>
                          </w:tc>
                        </w:tr>
                        <w:tr w:rsidR="0093750F" w:rsidTr="00AA7524">
                          <w:trPr>
                            <w:trHeight w:val="540"/>
                          </w:trPr>
                          <w:tc>
                            <w:tcPr>
                              <w:tcW w:w="546" w:type="dxa"/>
                            </w:tcPr>
                            <w:p w:rsidR="0093750F" w:rsidRPr="00C64D4D" w:rsidRDefault="0093750F">
                              <w:pPr>
                                <w:spacing w:before="0" w:after="0"/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</w:pPr>
                              <w:r w:rsidRPr="00C64D4D"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  <w:t></w:t>
                              </w:r>
                            </w:p>
                          </w:tc>
                          <w:tc>
                            <w:tcPr>
                              <w:tcW w:w="6887" w:type="dxa"/>
                            </w:tcPr>
                            <w:p w:rsidR="0093750F" w:rsidRPr="00D03186" w:rsidRDefault="0093750F" w:rsidP="00F2665B">
                              <w:pPr>
                                <w:spacing w:before="120" w:after="0"/>
                              </w:pPr>
                              <w:r>
                                <w:t xml:space="preserve">Apply the </w:t>
                              </w:r>
                              <w:proofErr w:type="spellStart"/>
                              <w:r>
                                <w:t>preset</w:t>
                              </w:r>
                              <w:proofErr w:type="spellEnd"/>
                              <w:r>
                                <w:t xml:space="preserve"> gradient fill </w:t>
                              </w:r>
                              <w:r w:rsidRPr="00D03186">
                                <w:rPr>
                                  <w:b/>
                                  <w:i/>
                                </w:rPr>
                                <w:t>Light Gradient – Accent 3</w:t>
                              </w:r>
                              <w:r>
                                <w:t xml:space="preserve"> to the plot area</w:t>
                              </w:r>
                            </w:p>
                          </w:tc>
                          <w:tc>
                            <w:tcPr>
                              <w:tcW w:w="1694" w:type="dxa"/>
                            </w:tcPr>
                            <w:p w:rsidR="0093750F" w:rsidRPr="008C62FF" w:rsidRDefault="0093750F" w:rsidP="00A76E7A">
                              <w:pPr>
                                <w:jc w:val="center"/>
                                <w:rPr>
                                  <w:color w:val="999999"/>
                                </w:rPr>
                              </w:pPr>
                              <w:r w:rsidRPr="008C62FF">
                                <w:rPr>
                                  <w:color w:val="999999"/>
                                  <w:sz w:val="40"/>
                                  <w:szCs w:val="40"/>
                                </w:rPr>
                                <w:sym w:font="Webdings" w:char="F063"/>
                              </w:r>
                            </w:p>
                          </w:tc>
                        </w:tr>
                        <w:tr w:rsidR="0093750F" w:rsidTr="00AA7524">
                          <w:trPr>
                            <w:trHeight w:val="540"/>
                          </w:trPr>
                          <w:tc>
                            <w:tcPr>
                              <w:tcW w:w="546" w:type="dxa"/>
                            </w:tcPr>
                            <w:p w:rsidR="0093750F" w:rsidRPr="00C64D4D" w:rsidRDefault="0093750F">
                              <w:pPr>
                                <w:spacing w:before="0" w:after="0"/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</w:pPr>
                              <w:r w:rsidRPr="00C64D4D"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  <w:t></w:t>
                              </w:r>
                            </w:p>
                          </w:tc>
                          <w:tc>
                            <w:tcPr>
                              <w:tcW w:w="6887" w:type="dxa"/>
                            </w:tcPr>
                            <w:p w:rsidR="0093750F" w:rsidRPr="00445565" w:rsidRDefault="0093750F" w:rsidP="000C2F82">
                              <w:pPr>
                                <w:spacing w:before="120" w:after="0"/>
                              </w:pPr>
                              <w:r>
                                <w:t xml:space="preserve">Edit the data series for </w:t>
                              </w:r>
                              <w:r>
                                <w:rPr>
                                  <w:b/>
                                  <w:i/>
                                </w:rPr>
                                <w:t>USA</w:t>
                              </w:r>
                              <w:r>
                                <w:t xml:space="preserve">, changing the value for </w:t>
                              </w:r>
                              <w:r>
                                <w:rPr>
                                  <w:b/>
                                  <w:i/>
                                </w:rPr>
                                <w:t>Glass</w:t>
                              </w:r>
                              <w:r>
                                <w:t xml:space="preserve"> to </w:t>
                              </w:r>
                              <w:r>
                                <w:rPr>
                                  <w:b/>
                                </w:rPr>
                                <w:t>200</w:t>
                              </w:r>
                              <w:r>
                                <w:t xml:space="preserve">, then hide the data series for </w:t>
                              </w:r>
                              <w:r>
                                <w:rPr>
                                  <w:b/>
                                  <w:i/>
                                </w:rPr>
                                <w:t>Greece</w:t>
                              </w:r>
                            </w:p>
                            <w:p w:rsidR="0093750F" w:rsidRPr="000C2F82" w:rsidRDefault="0093750F" w:rsidP="000C2F82">
                              <w:pPr>
                                <w:spacing w:before="120" w:after="0"/>
                                <w:rPr>
                                  <w:i/>
                                </w:rPr>
                              </w:pPr>
                              <w:r>
                                <w:rPr>
                                  <w:i/>
                                </w:rPr>
                                <w:t>Your slide should now appear as shown in sample B on the following page – you might need to resize and reposition the chart slightly…</w:t>
                              </w:r>
                            </w:p>
                          </w:tc>
                          <w:tc>
                            <w:tcPr>
                              <w:tcW w:w="1694" w:type="dxa"/>
                            </w:tcPr>
                            <w:p w:rsidR="0093750F" w:rsidRPr="008C62FF" w:rsidRDefault="0093750F" w:rsidP="00A76E7A">
                              <w:pPr>
                                <w:jc w:val="center"/>
                                <w:rPr>
                                  <w:color w:val="999999"/>
                                </w:rPr>
                              </w:pPr>
                              <w:r w:rsidRPr="008C62FF">
                                <w:rPr>
                                  <w:color w:val="999999"/>
                                  <w:sz w:val="40"/>
                                  <w:szCs w:val="40"/>
                                </w:rPr>
                                <w:sym w:font="Webdings" w:char="F063"/>
                              </w:r>
                            </w:p>
                          </w:tc>
                        </w:tr>
                        <w:tr w:rsidR="0093750F" w:rsidTr="00AA7524">
                          <w:trPr>
                            <w:trHeight w:val="540"/>
                          </w:trPr>
                          <w:tc>
                            <w:tcPr>
                              <w:tcW w:w="546" w:type="dxa"/>
                            </w:tcPr>
                            <w:p w:rsidR="0093750F" w:rsidRPr="00C64D4D" w:rsidRDefault="0093750F">
                              <w:pPr>
                                <w:spacing w:before="0" w:after="0"/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  <w:t></w:t>
                              </w:r>
                            </w:p>
                          </w:tc>
                          <w:tc>
                            <w:tcPr>
                              <w:tcW w:w="6887" w:type="dxa"/>
                            </w:tcPr>
                            <w:p w:rsidR="0093750F" w:rsidRPr="000C2F82" w:rsidRDefault="0093750F" w:rsidP="00691956">
                              <w:pPr>
                                <w:spacing w:before="120" w:after="0"/>
                              </w:pPr>
                              <w:r>
                                <w:t xml:space="preserve">On slide </w:t>
                              </w:r>
                              <w:r>
                                <w:rPr>
                                  <w:b/>
                                  <w:i/>
                                </w:rPr>
                                <w:t>11</w:t>
                              </w:r>
                              <w:r>
                                <w:t xml:space="preserve">, change the chart to a </w:t>
                              </w:r>
                              <w:r>
                                <w:rPr>
                                  <w:b/>
                                  <w:i/>
                                </w:rPr>
                                <w:t>3D Pie</w:t>
                              </w:r>
                              <w:r>
                                <w:t xml:space="preserve">, then apply the </w:t>
                              </w:r>
                              <w:r>
                                <w:rPr>
                                  <w:i/>
                                </w:rPr>
                                <w:t>Chart Style</w:t>
                              </w:r>
                              <w: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i/>
                                </w:rPr>
                                <w:t>Style</w:t>
                              </w:r>
                              <w:proofErr w:type="spellEnd"/>
                              <w:r>
                                <w:rPr>
                                  <w:b/>
                                  <w:i/>
                                </w:rPr>
                                <w:t> 5</w:t>
                              </w:r>
                            </w:p>
                          </w:tc>
                          <w:tc>
                            <w:tcPr>
                              <w:tcW w:w="1694" w:type="dxa"/>
                            </w:tcPr>
                            <w:p w:rsidR="0093750F" w:rsidRPr="008C62FF" w:rsidRDefault="0093750F" w:rsidP="00A76E7A">
                              <w:pPr>
                                <w:jc w:val="center"/>
                                <w:rPr>
                                  <w:color w:val="999999"/>
                                </w:rPr>
                              </w:pPr>
                              <w:r w:rsidRPr="008C62FF">
                                <w:rPr>
                                  <w:color w:val="999999"/>
                                  <w:sz w:val="40"/>
                                  <w:szCs w:val="40"/>
                                </w:rPr>
                                <w:sym w:font="Webdings" w:char="F063"/>
                              </w:r>
                            </w:p>
                          </w:tc>
                        </w:tr>
                        <w:tr w:rsidR="0093750F" w:rsidTr="00AA7524">
                          <w:trPr>
                            <w:trHeight w:val="540"/>
                          </w:trPr>
                          <w:tc>
                            <w:tcPr>
                              <w:tcW w:w="546" w:type="dxa"/>
                            </w:tcPr>
                            <w:p w:rsidR="0093750F" w:rsidRDefault="0093750F" w:rsidP="000C2F82">
                              <w:pPr>
                                <w:spacing w:before="0" w:after="0"/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  <w:t></w:t>
                              </w:r>
                            </w:p>
                          </w:tc>
                          <w:tc>
                            <w:tcPr>
                              <w:tcW w:w="6887" w:type="dxa"/>
                            </w:tcPr>
                            <w:p w:rsidR="0093750F" w:rsidRPr="000C2F82" w:rsidRDefault="0093750F" w:rsidP="00691956">
                              <w:pPr>
                                <w:spacing w:before="120" w:after="0"/>
                              </w:pPr>
                              <w:r>
                                <w:t xml:space="preserve">Hide the chart title, then display data labels as percentages, positioned on the </w:t>
                              </w:r>
                              <w:r w:rsidRPr="000C2F82">
                                <w:t>outside end</w:t>
                              </w:r>
                              <w:r>
                                <w:t xml:space="preserve">, in </w:t>
                              </w:r>
                              <w:r>
                                <w:rPr>
                                  <w:b/>
                                  <w:i/>
                                </w:rPr>
                                <w:t>16pt</w:t>
                              </w:r>
                              <w:r>
                                <w:t xml:space="preserve"> and bold</w:t>
                              </w:r>
                            </w:p>
                          </w:tc>
                          <w:tc>
                            <w:tcPr>
                              <w:tcW w:w="1694" w:type="dxa"/>
                            </w:tcPr>
                            <w:p w:rsidR="0093750F" w:rsidRPr="008C62FF" w:rsidRDefault="0093750F" w:rsidP="000C2F82">
                              <w:pPr>
                                <w:jc w:val="center"/>
                                <w:rPr>
                                  <w:color w:val="999999"/>
                                </w:rPr>
                              </w:pPr>
                              <w:r w:rsidRPr="008C62FF">
                                <w:rPr>
                                  <w:color w:val="999999"/>
                                  <w:sz w:val="40"/>
                                  <w:szCs w:val="40"/>
                                </w:rPr>
                                <w:sym w:font="Webdings" w:char="F063"/>
                              </w:r>
                            </w:p>
                          </w:tc>
                        </w:tr>
                        <w:tr w:rsidR="0093750F" w:rsidTr="00AA7524">
                          <w:trPr>
                            <w:trHeight w:val="540"/>
                          </w:trPr>
                          <w:tc>
                            <w:tcPr>
                              <w:tcW w:w="546" w:type="dxa"/>
                            </w:tcPr>
                            <w:p w:rsidR="0093750F" w:rsidRDefault="0093750F" w:rsidP="000C2F82">
                              <w:pPr>
                                <w:spacing w:before="0" w:after="0"/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  <w:t></w:t>
                              </w:r>
                            </w:p>
                          </w:tc>
                          <w:tc>
                            <w:tcPr>
                              <w:tcW w:w="6887" w:type="dxa"/>
                            </w:tcPr>
                            <w:p w:rsidR="0093750F" w:rsidRDefault="0093750F" w:rsidP="000C2F82">
                              <w:pPr>
                                <w:spacing w:before="120" w:after="0"/>
                              </w:pPr>
                              <w:r>
                                <w:t xml:space="preserve">Explode the pie to </w:t>
                              </w:r>
                              <w:r>
                                <w:rPr>
                                  <w:b/>
                                  <w:i/>
                                </w:rPr>
                                <w:t>15%</w:t>
                              </w:r>
                              <w:r>
                                <w:t xml:space="preserve"> and rotate the first slice to </w:t>
                              </w:r>
                              <w:r>
                                <w:rPr>
                                  <w:b/>
                                  <w:i/>
                                </w:rPr>
                                <w:t>10</w:t>
                              </w:r>
                              <w:r>
                                <w:rPr>
                                  <w:rFonts w:cs="Arial"/>
                                  <w:b/>
                                  <w:i/>
                                </w:rPr>
                                <w:t>°</w:t>
                              </w:r>
                            </w:p>
                            <w:p w:rsidR="0093750F" w:rsidRPr="00691956" w:rsidRDefault="0093750F" w:rsidP="000C2F82">
                              <w:pPr>
                                <w:spacing w:before="120" w:after="0"/>
                              </w:pPr>
                              <w:r>
                                <w:rPr>
                                  <w:i/>
                                </w:rPr>
                                <w:t>The slide should appear as shown in sample C on the following page…</w:t>
                              </w:r>
                            </w:p>
                          </w:tc>
                          <w:tc>
                            <w:tcPr>
                              <w:tcW w:w="1694" w:type="dxa"/>
                            </w:tcPr>
                            <w:p w:rsidR="0093750F" w:rsidRPr="008C62FF" w:rsidRDefault="0093750F" w:rsidP="000C2F82">
                              <w:pPr>
                                <w:jc w:val="center"/>
                                <w:rPr>
                                  <w:color w:val="999999"/>
                                </w:rPr>
                              </w:pPr>
                              <w:r w:rsidRPr="008C62FF">
                                <w:rPr>
                                  <w:color w:val="999999"/>
                                  <w:sz w:val="40"/>
                                  <w:szCs w:val="40"/>
                                </w:rPr>
                                <w:sym w:font="Webdings" w:char="F063"/>
                              </w:r>
                            </w:p>
                          </w:tc>
                        </w:tr>
                        <w:tr w:rsidR="0093750F" w:rsidTr="00AA7524">
                          <w:trPr>
                            <w:trHeight w:val="540"/>
                          </w:trPr>
                          <w:tc>
                            <w:tcPr>
                              <w:tcW w:w="546" w:type="dxa"/>
                            </w:tcPr>
                            <w:p w:rsidR="0093750F" w:rsidRDefault="0093750F" w:rsidP="000C2F82">
                              <w:pPr>
                                <w:spacing w:before="0" w:after="0"/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  <w:t></w:t>
                              </w:r>
                            </w:p>
                          </w:tc>
                          <w:tc>
                            <w:tcPr>
                              <w:tcW w:w="6887" w:type="dxa"/>
                            </w:tcPr>
                            <w:p w:rsidR="0093750F" w:rsidRPr="00AA1AD0" w:rsidRDefault="0093750F" w:rsidP="000C2F82">
                              <w:pPr>
                                <w:spacing w:before="120" w:after="0"/>
                              </w:pPr>
                              <w:r>
                                <w:t xml:space="preserve">Use the </w:t>
                              </w:r>
                              <w:r>
                                <w:rPr>
                                  <w:b/>
                                  <w:i/>
                                </w:rPr>
                                <w:t>Save As</w:t>
                              </w:r>
                              <w:r>
                                <w:t xml:space="preserve"> command to save the presentation as </w:t>
                              </w:r>
                              <w:proofErr w:type="spellStart"/>
                              <w:r>
                                <w:rPr>
                                  <w:b/>
                                  <w:i/>
                                </w:rPr>
                                <w:t>PE_Charts</w:t>
                              </w:r>
                              <w:proofErr w:type="spellEnd"/>
                              <w:r>
                                <w:rPr>
                                  <w:b/>
                                  <w:i/>
                                </w:rPr>
                                <w:t xml:space="preserve"> (Completed).pptx</w:t>
                              </w:r>
                            </w:p>
                          </w:tc>
                          <w:tc>
                            <w:tcPr>
                              <w:tcW w:w="1694" w:type="dxa"/>
                            </w:tcPr>
                            <w:p w:rsidR="0093750F" w:rsidRPr="008C62FF" w:rsidRDefault="0093750F" w:rsidP="000C2F82">
                              <w:pPr>
                                <w:jc w:val="center"/>
                                <w:rPr>
                                  <w:color w:val="999999"/>
                                </w:rPr>
                              </w:pPr>
                              <w:r w:rsidRPr="008C62FF">
                                <w:rPr>
                                  <w:color w:val="999999"/>
                                  <w:sz w:val="40"/>
                                  <w:szCs w:val="40"/>
                                </w:rPr>
                                <w:sym w:font="Webdings" w:char="F063"/>
                              </w:r>
                            </w:p>
                          </w:tc>
                        </w:tr>
                      </w:tbl>
                      <w:p w:rsidR="0093750F" w:rsidRDefault="0093750F" w:rsidP="00D332ED"/>
                    </w:txbxContent>
                  </v:textbox>
                </v:shape>
                <v:line id="Line 104" o:spid="_x0000_s1029" style="position:absolute;visibility:visible;mso-wrap-style:square" from="0,64897" to="61740,648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" strokecolor="red"/>
                <v:shape id="Text Box 116" o:spid="_x0000_s1030" type="#_x0000_t202" style="position:absolute;left:254;top:66167;width:61125;height:14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" fillcolor="#cff" stroked="f">
                  <v:textbox>
                    <w:txbxContent>
                      <w:tbl>
                        <w:tblPr>
                          <w:tblW w:w="0" w:type="auto"/>
                          <w:tblInd w:w="-70" w:type="dxa"/>
                          <w:tblLook w:val="00A0" w:firstRow="1" w:lastRow="0" w:firstColumn="1" w:lastColumn="0" w:noHBand="0" w:noVBand="0"/>
                        </w:tblPr>
                        <w:tblGrid>
                          <w:gridCol w:w="2366"/>
                          <w:gridCol w:w="7026"/>
                        </w:tblGrid>
                        <w:tr w:rsidR="0093750F" w:rsidTr="00AA7524">
                          <w:tc>
                            <w:tcPr>
                              <w:tcW w:w="2366" w:type="dxa"/>
                            </w:tcPr>
                            <w:p w:rsidR="0093750F" w:rsidRPr="008B0517" w:rsidRDefault="0093750F">
                              <w:pPr>
                                <w:rPr>
                                  <w:b/>
                                </w:rPr>
                              </w:pPr>
                              <w:r w:rsidRPr="008B0517">
                                <w:rPr>
                                  <w:b/>
                                </w:rPr>
                                <w:t>Files required for exercise:</w:t>
                              </w:r>
                            </w:p>
                          </w:tc>
                          <w:tc>
                            <w:tcPr>
                              <w:tcW w:w="7026" w:type="dxa"/>
                            </w:tcPr>
                            <w:p w:rsidR="0093750F" w:rsidRPr="00EB564F" w:rsidRDefault="0093750F">
                              <w:r w:rsidRPr="00EB564F">
                                <w:rPr>
                                  <w:i/>
                                </w:rPr>
                                <w:t>PE_Charts.pptx</w:t>
                              </w:r>
                            </w:p>
                          </w:tc>
                        </w:tr>
                        <w:tr w:rsidR="0093750F" w:rsidTr="00AA7524">
                          <w:tc>
                            <w:tcPr>
                              <w:tcW w:w="2366" w:type="dxa"/>
                            </w:tcPr>
                            <w:p w:rsidR="0093750F" w:rsidRPr="008B0517" w:rsidRDefault="0093750F">
                              <w:pPr>
                                <w:rPr>
                                  <w:b/>
                                </w:rPr>
                              </w:pPr>
                              <w:r w:rsidRPr="008B0517">
                                <w:rPr>
                                  <w:b/>
                                </w:rPr>
                                <w:t>Files/work created by student:</w:t>
                              </w:r>
                            </w:p>
                          </w:tc>
                          <w:tc>
                            <w:tcPr>
                              <w:tcW w:w="7026" w:type="dxa"/>
                            </w:tcPr>
                            <w:p w:rsidR="0093750F" w:rsidRDefault="0093750F">
                              <w:proofErr w:type="spellStart"/>
                              <w:r w:rsidRPr="00EB564F">
                                <w:rPr>
                                  <w:i/>
                                </w:rPr>
                                <w:t>PE_Charts</w:t>
                              </w:r>
                              <w:proofErr w:type="spellEnd"/>
                              <w:r>
                                <w:rPr>
                                  <w:i/>
                                </w:rPr>
                                <w:t xml:space="preserve"> (Completed)</w:t>
                              </w:r>
                              <w:r w:rsidRPr="00EB564F">
                                <w:rPr>
                                  <w:i/>
                                </w:rPr>
                                <w:t>.pptx</w:t>
                              </w:r>
                            </w:p>
                          </w:tc>
                        </w:tr>
                        <w:tr w:rsidR="0093750F" w:rsidTr="00AA7524">
                          <w:tc>
                            <w:tcPr>
                              <w:tcW w:w="2366" w:type="dxa"/>
                            </w:tcPr>
                            <w:p w:rsidR="0093750F" w:rsidRPr="008B0517" w:rsidRDefault="0093750F">
                              <w:pPr>
                                <w:rPr>
                                  <w:b/>
                                </w:rPr>
                              </w:pPr>
                              <w:r w:rsidRPr="008B0517">
                                <w:rPr>
                                  <w:b/>
                                </w:rPr>
                                <w:t>Exercise Completed:</w:t>
                              </w:r>
                            </w:p>
                          </w:tc>
                          <w:tc>
                            <w:tcPr>
                              <w:tcW w:w="7026" w:type="dxa"/>
                            </w:tcPr>
                            <w:p w:rsidR="0093750F" w:rsidRDefault="0093750F">
                              <w:r w:rsidRPr="008B0517">
                                <w:rPr>
                                  <w:color w:val="999999"/>
                                  <w:sz w:val="40"/>
                                  <w:szCs w:val="40"/>
                                </w:rPr>
                                <w:sym w:font="Webdings" w:char="F063"/>
                              </w:r>
                            </w:p>
                          </w:tc>
                        </w:tr>
                      </w:tbl>
                      <w:p w:rsidR="0093750F" w:rsidRDefault="0093750F" w:rsidP="00D332ED"/>
                    </w:txbxContent>
                  </v:textbox>
                </v:shape>
              </v:group>
            </w:pict>
          </mc:Fallback>
        </mc:AlternateContent>
      </w:r>
    </w:p>
    <w:bookmarkEnd w:id="1"/>
    <w:p w:rsidR="0093750F" w:rsidRDefault="0093750F" w:rsidP="00881B77">
      <w:pPr>
        <w:pStyle w:val="Heading2"/>
      </w:pPr>
      <w:r>
        <w:lastRenderedPageBreak/>
        <w:t>Challenge Exercise Sample</w:t>
      </w:r>
    </w:p>
    <w:p w:rsidR="0093750F" w:rsidRDefault="0093750F" w:rsidP="00E941D4">
      <w:pPr>
        <w:pStyle w:val="SecondLevel"/>
      </w:pPr>
      <w:r>
        <w:t>Charts</w:t>
      </w:r>
    </w:p>
    <w:p w:rsidR="0093750F" w:rsidRDefault="0093750F" w:rsidP="00521720"/>
    <w:p w:rsidR="0093750F" w:rsidRPr="00E941D4" w:rsidRDefault="0093750F" w:rsidP="00521720">
      <w:r>
        <w:rPr>
          <w:noProof/>
          <w:lang w:eastAsia="en-AU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339725</wp:posOffset>
                </wp:positionV>
                <wp:extent cx="6084000" cy="7967980"/>
                <wp:effectExtent l="0" t="0" r="31115" b="13970"/>
                <wp:wrapNone/>
                <wp:docPr id="23" name="Grou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84000" cy="7967980"/>
                          <a:chOff x="0" y="0"/>
                          <a:chExt cx="6084000" cy="7967980"/>
                        </a:xfrm>
                      </wpg:grpSpPr>
                      <wps:wsp>
                        <wps:cNvPr id="24" name="Straight Connector 24"/>
                        <wps:cNvCnPr/>
                        <wps:spPr>
                          <a:xfrm>
                            <a:off x="0" y="0"/>
                            <a:ext cx="60840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26" name="Picture 26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95300" y="2076450"/>
                            <a:ext cx="5039995" cy="2834005"/>
                          </a:xfrm>
                          <a:prstGeom prst="rect">
                            <a:avLst/>
                          </a:prstGeom>
                          <a:ln w="9525" cap="flat" cmpd="sng" algn="ctr">
                            <a:solidFill>
                              <a:srgbClr val="969696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7" name="Picture 27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95300" y="5133975"/>
                            <a:ext cx="5039995" cy="2834005"/>
                          </a:xfrm>
                          <a:prstGeom prst="rect">
                            <a:avLst/>
                          </a:prstGeom>
                          <a:ln w="9525" cap="flat" cmpd="sng" algn="ctr">
                            <a:solidFill>
                              <a:srgbClr val="969696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pic:spPr>
                      </pic:pic>
                      <wpg:grpSp>
                        <wpg:cNvPr id="28" name="Group 28"/>
                        <wpg:cNvGrpSpPr/>
                        <wpg:grpSpPr bwMode="auto">
                          <a:xfrm>
                            <a:off x="123825" y="371475"/>
                            <a:ext cx="254000" cy="254000"/>
                            <a:chOff x="0" y="0"/>
                            <a:chExt cx="400" cy="400"/>
                          </a:xfrm>
                        </wpg:grpSpPr>
                        <wps:wsp>
                          <wps:cNvPr id="30" name="Oval 30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0" y="40"/>
                              <a:ext cx="340" cy="320"/>
                            </a:xfrm>
                            <a:prstGeom prst="ellipse">
                              <a:avLst/>
                            </a:prstGeom>
                            <a:solidFill>
                              <a:srgbClr val="C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" name="Text Box 122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0" y="0"/>
                              <a:ext cx="400" cy="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000000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3750F" w:rsidRDefault="0093750F" w:rsidP="00B706E7">
                                <w:pPr>
                                  <w:spacing w:before="0" w:after="0"/>
                                  <w:jc w:val="center"/>
                                  <w:rPr>
                                    <w:rFonts w:cs="Arial"/>
                                    <w:b/>
                                    <w:bCs/>
                                    <w:color w:val="FFFFFF"/>
                                  </w:rPr>
                                </w:pPr>
                                <w:r>
                                  <w:rPr>
                                    <w:rFonts w:cs="Arial"/>
                                    <w:b/>
                                    <w:bCs/>
                                    <w:color w:val="FFFFFF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" name="Group 32"/>
                        <wpg:cNvGrpSpPr/>
                        <wpg:grpSpPr bwMode="auto">
                          <a:xfrm>
                            <a:off x="123825" y="2047875"/>
                            <a:ext cx="254000" cy="254000"/>
                            <a:chOff x="0" y="0"/>
                            <a:chExt cx="400" cy="400"/>
                          </a:xfrm>
                        </wpg:grpSpPr>
                        <wps:wsp>
                          <wps:cNvPr id="33" name="Oval 33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0" y="40"/>
                              <a:ext cx="340" cy="320"/>
                            </a:xfrm>
                            <a:prstGeom prst="ellipse">
                              <a:avLst/>
                            </a:prstGeom>
                            <a:solidFill>
                              <a:srgbClr val="C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" name="Text Box 122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0" y="0"/>
                              <a:ext cx="400" cy="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000000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3750F" w:rsidRDefault="0093750F" w:rsidP="00B706E7">
                                <w:pPr>
                                  <w:spacing w:before="0" w:after="0"/>
                                  <w:jc w:val="center"/>
                                  <w:rPr>
                                    <w:rFonts w:cs="Arial"/>
                                    <w:b/>
                                    <w:bCs/>
                                    <w:color w:val="FFFFFF"/>
                                  </w:rPr>
                                </w:pPr>
                                <w:r>
                                  <w:rPr>
                                    <w:rFonts w:cs="Arial"/>
                                    <w:b/>
                                    <w:bCs/>
                                    <w:color w:val="FFFFFF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" name="Group 35"/>
                        <wpg:cNvGrpSpPr/>
                        <wpg:grpSpPr bwMode="auto">
                          <a:xfrm>
                            <a:off x="123825" y="5133975"/>
                            <a:ext cx="254000" cy="254000"/>
                            <a:chOff x="0" y="0"/>
                            <a:chExt cx="400" cy="400"/>
                          </a:xfrm>
                        </wpg:grpSpPr>
                        <wps:wsp>
                          <wps:cNvPr id="36" name="Oval 36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0" y="40"/>
                              <a:ext cx="340" cy="320"/>
                            </a:xfrm>
                            <a:prstGeom prst="ellipse">
                              <a:avLst/>
                            </a:prstGeom>
                            <a:solidFill>
                              <a:srgbClr val="C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" name="Text Box 122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0" y="0"/>
                              <a:ext cx="400" cy="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000000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3750F" w:rsidRDefault="0093750F" w:rsidP="00B706E7">
                                <w:pPr>
                                  <w:spacing w:before="0" w:after="0"/>
                                  <w:jc w:val="center"/>
                                  <w:rPr>
                                    <w:rFonts w:cs="Arial"/>
                                    <w:b/>
                                    <w:bCs/>
                                    <w:color w:val="FFFFFF"/>
                                  </w:rPr>
                                </w:pPr>
                                <w:r>
                                  <w:rPr>
                                    <w:rFonts w:cs="Arial"/>
                                    <w:b/>
                                    <w:bCs/>
                                    <w:color w:val="FFFFFF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38" name="Picture 38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95300" y="428625"/>
                            <a:ext cx="4679950" cy="1494155"/>
                          </a:xfrm>
                          <a:prstGeom prst="rect">
                            <a:avLst/>
                          </a:prstGeom>
                          <a:ln w="9525" cap="flat" cmpd="sng" algn="ctr">
                            <a:solidFill>
                              <a:srgbClr val="969696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 xmlns:cx2="http://schemas.microsoft.com/office/drawing/2015/10/21/chartex" xmlns:cx1="http://schemas.microsoft.com/office/drawing/2015/9/8/chartex">
            <w:pict>
              <v:group id="Group 23" o:spid="_x0000_s1031" style="position:absolute;margin-left:3.3pt;margin-top:26.75pt;width:479.05pt;height:627.4pt;z-index:251661312" coordsize="60840,7967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">
                <v:line id="Straight Connector 24" o:spid="_x0000_s1032" style="position:absolute;visibility:visible;mso-wrap-style:square" from="0,0" to="6084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" strokecolor="#c00000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6" o:spid="_x0000_s1033" type="#_x0000_t75" style="position:absolute;left:4953;top:20764;width:50399;height:283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" stroked="t" strokecolor="#969696">
                  <v:stroke joinstyle="round"/>
                  <v:imagedata r:id="rId11" o:title=""/>
                  <v:path arrowok="t"/>
                </v:shape>
                <v:shape id="Picture 27" o:spid="_x0000_s1034" type="#_x0000_t75" style="position:absolute;left:4953;top:51339;width:50399;height:283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" stroked="t" strokecolor="#969696">
                  <v:stroke joinstyle="round"/>
                  <v:imagedata r:id="rId12" o:title=""/>
                  <v:path arrowok="t"/>
                </v:shape>
                <v:group id="Group 28" o:spid="_x0000_s1035" style="position:absolute;left:1238;top:3714;width:2540;height:2540" coordsize="400,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<v:oval id="Oval 30" o:spid="_x0000_s1036" style="position:absolute;left:40;top:40;width:340;height: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" fillcolor="#c00000" stroked="f">
                    <o:lock v:ext="edit" aspectratio="t"/>
                  </v:oval>
                  <v:shape id="Text Box 122" o:spid="_x0000_s1037" type="#_x0000_t202" style="position:absolute;width:400;height: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" filled="f" fillcolor="black" stroked="f">
                    <o:lock v:ext="edit" aspectratio="t"/>
                    <v:textbox>
                      <w:txbxContent>
                        <w:p w:rsidR="0093750F" w:rsidRDefault="0093750F" w:rsidP="00B706E7">
                          <w:pPr>
                            <w:spacing w:before="0" w:after="0"/>
                            <w:jc w:val="center"/>
                            <w:rPr>
                              <w:rFonts w:cs="Arial"/>
                              <w:b/>
                              <w:bCs/>
                              <w:color w:val="FFFFFF"/>
                            </w:rPr>
                          </w:pPr>
                          <w:r>
                            <w:rPr>
                              <w:rFonts w:cs="Arial"/>
                              <w:b/>
                              <w:bCs/>
                              <w:color w:val="FFFFFF"/>
                            </w:rPr>
                            <w:t>A</w:t>
                          </w:r>
                        </w:p>
                      </w:txbxContent>
                    </v:textbox>
                  </v:shape>
                </v:group>
                <v:group id="Group 32" o:spid="_x0000_s1038" style="position:absolute;left:1238;top:20478;width:2540;height:2540" coordsize="400,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<v:oval id="Oval 33" o:spid="_x0000_s1039" style="position:absolute;left:40;top:40;width:340;height: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" fillcolor="#c00000" stroked="f">
                    <o:lock v:ext="edit" aspectratio="t"/>
                  </v:oval>
                  <v:shape id="Text Box 122" o:spid="_x0000_s1040" type="#_x0000_t202" style="position:absolute;width:400;height: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" filled="f" fillcolor="black" stroked="f">
                    <o:lock v:ext="edit" aspectratio="t"/>
                    <v:textbox>
                      <w:txbxContent>
                        <w:p w:rsidR="0093750F" w:rsidRDefault="0093750F" w:rsidP="00B706E7">
                          <w:pPr>
                            <w:spacing w:before="0" w:after="0"/>
                            <w:jc w:val="center"/>
                            <w:rPr>
                              <w:rFonts w:cs="Arial"/>
                              <w:b/>
                              <w:bCs/>
                              <w:color w:val="FFFFFF"/>
                            </w:rPr>
                          </w:pPr>
                          <w:r>
                            <w:rPr>
                              <w:rFonts w:cs="Arial"/>
                              <w:b/>
                              <w:bCs/>
                              <w:color w:val="FFFFFF"/>
                            </w:rPr>
                            <w:t>B</w:t>
                          </w:r>
                        </w:p>
                      </w:txbxContent>
                    </v:textbox>
                  </v:shape>
                </v:group>
                <v:group id="Group 35" o:spid="_x0000_s1041" style="position:absolute;left:1238;top:51339;width:2540;height:2540" coordsize="400,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<v:oval id="Oval 36" o:spid="_x0000_s1042" style="position:absolute;left:40;top:40;width:340;height: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" fillcolor="#c00000" stroked="f">
                    <o:lock v:ext="edit" aspectratio="t"/>
                  </v:oval>
                  <v:shape id="Text Box 122" o:spid="_x0000_s1043" type="#_x0000_t202" style="position:absolute;width:400;height: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" filled="f" fillcolor="black" stroked="f">
                    <o:lock v:ext="edit" aspectratio="t"/>
                    <v:textbox>
                      <w:txbxContent>
                        <w:p w:rsidR="0093750F" w:rsidRDefault="0093750F" w:rsidP="00B706E7">
                          <w:pPr>
                            <w:spacing w:before="0" w:after="0"/>
                            <w:jc w:val="center"/>
                            <w:rPr>
                              <w:rFonts w:cs="Arial"/>
                              <w:b/>
                              <w:bCs/>
                              <w:color w:val="FFFFFF"/>
                            </w:rPr>
                          </w:pPr>
                          <w:r>
                            <w:rPr>
                              <w:rFonts w:cs="Arial"/>
                              <w:b/>
                              <w:bCs/>
                              <w:color w:val="FFFFFF"/>
                            </w:rPr>
                            <w:t>C</w:t>
                          </w:r>
                        </w:p>
                      </w:txbxContent>
                    </v:textbox>
                  </v:shape>
                </v:group>
                <v:shape id="Picture 38" o:spid="_x0000_s1044" type="#_x0000_t75" style="position:absolute;left:4953;top:4286;width:46799;height:149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" stroked="t" strokecolor="#969696">
                  <v:stroke joinstyle="round"/>
                  <v:imagedata r:id="rId13" o:title=""/>
                  <v:path arrowok="t"/>
                </v:shape>
              </v:group>
            </w:pict>
          </mc:Fallback>
        </mc:AlternateContent>
      </w:r>
    </w:p>
    <w:p w:rsidR="00E70094" w:rsidRPr="0093750F" w:rsidRDefault="00E70094" w:rsidP="0093750F"/>
    <w:sectPr w:rsidR="00E70094" w:rsidRPr="0093750F" w:rsidSect="0093750F">
      <w:headerReference w:type="default" r:id="rId14"/>
      <w:footerReference w:type="default" r:id="rId15"/>
      <w:pgSz w:w="11907" w:h="16839" w:code="9"/>
      <w:pgMar w:top="964" w:right="1134" w:bottom="1440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1F73" w:rsidRDefault="00411F73">
      <w:r>
        <w:separator/>
      </w:r>
    </w:p>
  </w:endnote>
  <w:endnote w:type="continuationSeparator" w:id="0">
    <w:p w:rsidR="00411F73" w:rsidRDefault="00411F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Numbers">
    <w:panose1 w:val="020B0603050302020204"/>
    <w:charset w:val="02"/>
    <w:family w:val="swiss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7D0D" w:rsidRDefault="00567F81" w:rsidP="002D15B3">
    <w:pPr>
      <w:pStyle w:val="Footer"/>
    </w:pPr>
    <w:r>
      <w:t>Dynamic Web Training</w:t>
    </w:r>
    <w:r w:rsidR="0093750F">
      <w:tab/>
      <w:t xml:space="preserve">Page </w:t>
    </w:r>
    <w:r w:rsidR="0093750F">
      <w:fldChar w:fldCharType="begin"/>
    </w:r>
    <w:r w:rsidR="0093750F">
      <w:instrText xml:space="preserve"> PAGE  \* MERGEFORMAT </w:instrText>
    </w:r>
    <w:r w:rsidR="0093750F">
      <w:fldChar w:fldCharType="separate"/>
    </w:r>
    <w:r>
      <w:rPr>
        <w:noProof/>
      </w:rPr>
      <w:t>2</w:t>
    </w:r>
    <w:r w:rsidR="0093750F">
      <w:fldChar w:fldCharType="end"/>
    </w:r>
    <w:r w:rsidR="0093750F">
      <w:tab/>
      <w:t>Chapter 5 - Challenge Exercise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1F73" w:rsidRDefault="00411F73">
      <w:r>
        <w:separator/>
      </w:r>
    </w:p>
  </w:footnote>
  <w:footnote w:type="continuationSeparator" w:id="0">
    <w:p w:rsidR="00411F73" w:rsidRDefault="00411F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7D0D" w:rsidRDefault="0093750F" w:rsidP="00510E30">
    <w:pPr>
      <w:pStyle w:val="Header"/>
      <w:tabs>
        <w:tab w:val="clear" w:pos="8306"/>
        <w:tab w:val="right" w:pos="9639"/>
      </w:tabs>
    </w:pPr>
    <w:r>
      <w:t>Microsoft PowerPoint 2016 - Level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621A0DF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)"/>
      <w:lvlJc w:val="left"/>
      <w:pPr>
        <w:tabs>
          <w:tab w:val="num" w:pos="1077"/>
        </w:tabs>
        <w:ind w:left="1077" w:hanging="357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3"/>
      </w:pPr>
    </w:lvl>
    <w:lvl w:ilvl="4">
      <w:start w:val="1"/>
      <w:numFmt w:val="lowerLetter"/>
      <w:lvlText w:val="(%5)"/>
      <w:lvlJc w:val="left"/>
      <w:pPr>
        <w:tabs>
          <w:tab w:val="num" w:pos="1797"/>
        </w:tabs>
        <w:ind w:left="1797" w:hanging="357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3"/>
      </w:p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57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3"/>
      </w:pPr>
    </w:lvl>
    <w:lvl w:ilvl="8">
      <w:start w:val="1"/>
      <w:numFmt w:val="lowerRoman"/>
      <w:lvlText w:val="%9."/>
      <w:lvlJc w:val="left"/>
      <w:pPr>
        <w:tabs>
          <w:tab w:val="num" w:pos="3237"/>
        </w:tabs>
        <w:ind w:left="3237" w:hanging="357"/>
      </w:pPr>
    </w:lvl>
  </w:abstractNum>
  <w:abstractNum w:abstractNumId="1" w15:restartNumberingAfterBreak="0">
    <w:nsid w:val="030213DA"/>
    <w:multiLevelType w:val="hybridMultilevel"/>
    <w:tmpl w:val="750269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816AA7"/>
    <w:multiLevelType w:val="singleLevel"/>
    <w:tmpl w:val="6F5C83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45C4786"/>
    <w:multiLevelType w:val="hybridMultilevel"/>
    <w:tmpl w:val="5E9041D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4F5F94"/>
    <w:multiLevelType w:val="hybridMultilevel"/>
    <w:tmpl w:val="DBE2E77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137CA7"/>
    <w:multiLevelType w:val="hybridMultilevel"/>
    <w:tmpl w:val="E93EA6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514615"/>
    <w:multiLevelType w:val="hybridMultilevel"/>
    <w:tmpl w:val="7502699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759009F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C96757E"/>
    <w:multiLevelType w:val="hybridMultilevel"/>
    <w:tmpl w:val="49CA192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DFA08FC"/>
    <w:multiLevelType w:val="hybridMultilevel"/>
    <w:tmpl w:val="BAE0BFEC"/>
    <w:lvl w:ilvl="0" w:tplc="FFFFFFFF">
      <w:start w:val="1"/>
      <w:numFmt w:val="bullet"/>
      <w:pStyle w:val="Outcome"/>
      <w:lvlText w:val=""/>
      <w:lvlJc w:val="left"/>
      <w:pPr>
        <w:tabs>
          <w:tab w:val="num" w:pos="644"/>
        </w:tabs>
        <w:ind w:left="624" w:hanging="34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080" w:firstLine="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0"/>
  </w:num>
  <w:num w:numId="4">
    <w:abstractNumId w:val="6"/>
  </w:num>
  <w:num w:numId="5">
    <w:abstractNumId w:val="6"/>
  </w:num>
  <w:num w:numId="6">
    <w:abstractNumId w:val="6"/>
  </w:num>
  <w:num w:numId="7">
    <w:abstractNumId w:val="1"/>
  </w:num>
  <w:num w:numId="8">
    <w:abstractNumId w:val="9"/>
  </w:num>
  <w:num w:numId="9">
    <w:abstractNumId w:val="4"/>
  </w:num>
  <w:num w:numId="10">
    <w:abstractNumId w:val="3"/>
  </w:num>
  <w:num w:numId="11">
    <w:abstractNumId w:val="5"/>
  </w:num>
  <w:num w:numId="12">
    <w:abstractNumId w:val="8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AU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eaeaea,#ddd,#ffc,#39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D4B"/>
    <w:rsid w:val="00032D8C"/>
    <w:rsid w:val="0003627C"/>
    <w:rsid w:val="00043464"/>
    <w:rsid w:val="00045EA8"/>
    <w:rsid w:val="0005206C"/>
    <w:rsid w:val="00052599"/>
    <w:rsid w:val="00053614"/>
    <w:rsid w:val="00066BD9"/>
    <w:rsid w:val="000738F9"/>
    <w:rsid w:val="00073CDA"/>
    <w:rsid w:val="0007501C"/>
    <w:rsid w:val="0007525F"/>
    <w:rsid w:val="000760D5"/>
    <w:rsid w:val="00082BAF"/>
    <w:rsid w:val="0009096B"/>
    <w:rsid w:val="00094C80"/>
    <w:rsid w:val="0009724E"/>
    <w:rsid w:val="000C53B3"/>
    <w:rsid w:val="000C5E58"/>
    <w:rsid w:val="000D3D3F"/>
    <w:rsid w:val="000D4C6A"/>
    <w:rsid w:val="000D7333"/>
    <w:rsid w:val="000E0733"/>
    <w:rsid w:val="000F513F"/>
    <w:rsid w:val="00100476"/>
    <w:rsid w:val="0010553D"/>
    <w:rsid w:val="0013664E"/>
    <w:rsid w:val="00137959"/>
    <w:rsid w:val="00137BDF"/>
    <w:rsid w:val="001479F1"/>
    <w:rsid w:val="00170712"/>
    <w:rsid w:val="00173A3F"/>
    <w:rsid w:val="001813FD"/>
    <w:rsid w:val="00194DBB"/>
    <w:rsid w:val="001B061E"/>
    <w:rsid w:val="001B06E4"/>
    <w:rsid w:val="001C3DD9"/>
    <w:rsid w:val="001D1B3D"/>
    <w:rsid w:val="001E00EF"/>
    <w:rsid w:val="001F186F"/>
    <w:rsid w:val="001F4D4B"/>
    <w:rsid w:val="00200C5F"/>
    <w:rsid w:val="00211820"/>
    <w:rsid w:val="00211FCA"/>
    <w:rsid w:val="00213E11"/>
    <w:rsid w:val="002505F3"/>
    <w:rsid w:val="00250F54"/>
    <w:rsid w:val="00251169"/>
    <w:rsid w:val="00252925"/>
    <w:rsid w:val="00257641"/>
    <w:rsid w:val="00257BD3"/>
    <w:rsid w:val="002645DE"/>
    <w:rsid w:val="00277EB9"/>
    <w:rsid w:val="002832E2"/>
    <w:rsid w:val="00283E32"/>
    <w:rsid w:val="002907A7"/>
    <w:rsid w:val="00292E8A"/>
    <w:rsid w:val="0029338C"/>
    <w:rsid w:val="002978B2"/>
    <w:rsid w:val="002F5096"/>
    <w:rsid w:val="00300D7E"/>
    <w:rsid w:val="003165F9"/>
    <w:rsid w:val="0033774F"/>
    <w:rsid w:val="003442B1"/>
    <w:rsid w:val="00364A6A"/>
    <w:rsid w:val="003C1CA5"/>
    <w:rsid w:val="003D0922"/>
    <w:rsid w:val="003D690F"/>
    <w:rsid w:val="003D76C6"/>
    <w:rsid w:val="003E2CE0"/>
    <w:rsid w:val="0040786A"/>
    <w:rsid w:val="00411F73"/>
    <w:rsid w:val="00417194"/>
    <w:rsid w:val="004251D8"/>
    <w:rsid w:val="004344A6"/>
    <w:rsid w:val="00441CBF"/>
    <w:rsid w:val="00463C11"/>
    <w:rsid w:val="004806AB"/>
    <w:rsid w:val="00485B59"/>
    <w:rsid w:val="00496C00"/>
    <w:rsid w:val="004A6903"/>
    <w:rsid w:val="004B1E57"/>
    <w:rsid w:val="004B48CB"/>
    <w:rsid w:val="004B67CE"/>
    <w:rsid w:val="004E5286"/>
    <w:rsid w:val="004F7EEC"/>
    <w:rsid w:val="00500973"/>
    <w:rsid w:val="005147CC"/>
    <w:rsid w:val="005223F5"/>
    <w:rsid w:val="00522512"/>
    <w:rsid w:val="0055182E"/>
    <w:rsid w:val="00567F81"/>
    <w:rsid w:val="00573D31"/>
    <w:rsid w:val="005774C5"/>
    <w:rsid w:val="005939D7"/>
    <w:rsid w:val="00594E4C"/>
    <w:rsid w:val="00596F4F"/>
    <w:rsid w:val="005A14A5"/>
    <w:rsid w:val="005A610A"/>
    <w:rsid w:val="005B4F8C"/>
    <w:rsid w:val="005B52CE"/>
    <w:rsid w:val="005D5705"/>
    <w:rsid w:val="005D64AE"/>
    <w:rsid w:val="005F28B7"/>
    <w:rsid w:val="00601181"/>
    <w:rsid w:val="0061005C"/>
    <w:rsid w:val="0062123D"/>
    <w:rsid w:val="0062256D"/>
    <w:rsid w:val="00624252"/>
    <w:rsid w:val="006319B5"/>
    <w:rsid w:val="0064092C"/>
    <w:rsid w:val="0064186E"/>
    <w:rsid w:val="00650050"/>
    <w:rsid w:val="00663E8D"/>
    <w:rsid w:val="00681352"/>
    <w:rsid w:val="00681B4B"/>
    <w:rsid w:val="00686E5C"/>
    <w:rsid w:val="006934CD"/>
    <w:rsid w:val="006A4B76"/>
    <w:rsid w:val="006C2DF2"/>
    <w:rsid w:val="006C68AB"/>
    <w:rsid w:val="006C7A6D"/>
    <w:rsid w:val="006D5B7C"/>
    <w:rsid w:val="006E3241"/>
    <w:rsid w:val="006F5558"/>
    <w:rsid w:val="006F5DFF"/>
    <w:rsid w:val="006F6349"/>
    <w:rsid w:val="00706A6B"/>
    <w:rsid w:val="007105FC"/>
    <w:rsid w:val="00733742"/>
    <w:rsid w:val="00770F4A"/>
    <w:rsid w:val="00771911"/>
    <w:rsid w:val="007725FA"/>
    <w:rsid w:val="007857FE"/>
    <w:rsid w:val="00790234"/>
    <w:rsid w:val="007958C3"/>
    <w:rsid w:val="007964F3"/>
    <w:rsid w:val="007B37B0"/>
    <w:rsid w:val="007B7310"/>
    <w:rsid w:val="007C3A53"/>
    <w:rsid w:val="007C437A"/>
    <w:rsid w:val="007F43D2"/>
    <w:rsid w:val="007F4E33"/>
    <w:rsid w:val="008051B9"/>
    <w:rsid w:val="00821396"/>
    <w:rsid w:val="00824201"/>
    <w:rsid w:val="00841189"/>
    <w:rsid w:val="008423D0"/>
    <w:rsid w:val="00843ACD"/>
    <w:rsid w:val="00847054"/>
    <w:rsid w:val="00857485"/>
    <w:rsid w:val="00867F87"/>
    <w:rsid w:val="00870578"/>
    <w:rsid w:val="00875FA1"/>
    <w:rsid w:val="00885E71"/>
    <w:rsid w:val="008A1C6B"/>
    <w:rsid w:val="008A44C7"/>
    <w:rsid w:val="008B0BDB"/>
    <w:rsid w:val="008C0BF8"/>
    <w:rsid w:val="008C16E9"/>
    <w:rsid w:val="008D3A29"/>
    <w:rsid w:val="008D73BE"/>
    <w:rsid w:val="00900CC6"/>
    <w:rsid w:val="00900FBD"/>
    <w:rsid w:val="009066D1"/>
    <w:rsid w:val="00916037"/>
    <w:rsid w:val="00921171"/>
    <w:rsid w:val="009347D3"/>
    <w:rsid w:val="0093750F"/>
    <w:rsid w:val="00937E4D"/>
    <w:rsid w:val="009410A7"/>
    <w:rsid w:val="009478F9"/>
    <w:rsid w:val="00963ACD"/>
    <w:rsid w:val="0096705F"/>
    <w:rsid w:val="00972628"/>
    <w:rsid w:val="009841CD"/>
    <w:rsid w:val="00984689"/>
    <w:rsid w:val="00986D2F"/>
    <w:rsid w:val="009A3065"/>
    <w:rsid w:val="009B4B02"/>
    <w:rsid w:val="009C2027"/>
    <w:rsid w:val="009F0487"/>
    <w:rsid w:val="009F7C96"/>
    <w:rsid w:val="00A06E2D"/>
    <w:rsid w:val="00A20C3B"/>
    <w:rsid w:val="00A529A6"/>
    <w:rsid w:val="00A53EA4"/>
    <w:rsid w:val="00A744F5"/>
    <w:rsid w:val="00AB7096"/>
    <w:rsid w:val="00AE3528"/>
    <w:rsid w:val="00AF24AB"/>
    <w:rsid w:val="00B043F0"/>
    <w:rsid w:val="00B04A2A"/>
    <w:rsid w:val="00B07021"/>
    <w:rsid w:val="00B134BB"/>
    <w:rsid w:val="00B13D83"/>
    <w:rsid w:val="00B22040"/>
    <w:rsid w:val="00B231C0"/>
    <w:rsid w:val="00B362B3"/>
    <w:rsid w:val="00B57C30"/>
    <w:rsid w:val="00B631AB"/>
    <w:rsid w:val="00B70BD4"/>
    <w:rsid w:val="00BA3FFE"/>
    <w:rsid w:val="00BC77BB"/>
    <w:rsid w:val="00BD2F10"/>
    <w:rsid w:val="00BE230D"/>
    <w:rsid w:val="00BE3B3D"/>
    <w:rsid w:val="00BE6FB4"/>
    <w:rsid w:val="00BF3223"/>
    <w:rsid w:val="00C0183E"/>
    <w:rsid w:val="00C04913"/>
    <w:rsid w:val="00C2065F"/>
    <w:rsid w:val="00C43BC6"/>
    <w:rsid w:val="00C4642D"/>
    <w:rsid w:val="00C70C69"/>
    <w:rsid w:val="00C72F61"/>
    <w:rsid w:val="00C84082"/>
    <w:rsid w:val="00C977B2"/>
    <w:rsid w:val="00CA0442"/>
    <w:rsid w:val="00CB3488"/>
    <w:rsid w:val="00CC33B2"/>
    <w:rsid w:val="00CD3E5A"/>
    <w:rsid w:val="00CD525B"/>
    <w:rsid w:val="00CD5C86"/>
    <w:rsid w:val="00CE4333"/>
    <w:rsid w:val="00CE6768"/>
    <w:rsid w:val="00CE6F06"/>
    <w:rsid w:val="00CE7800"/>
    <w:rsid w:val="00D00874"/>
    <w:rsid w:val="00D038B5"/>
    <w:rsid w:val="00D05781"/>
    <w:rsid w:val="00D058DE"/>
    <w:rsid w:val="00D07E7F"/>
    <w:rsid w:val="00D13821"/>
    <w:rsid w:val="00D27C98"/>
    <w:rsid w:val="00D3244C"/>
    <w:rsid w:val="00D35BD2"/>
    <w:rsid w:val="00D43BAC"/>
    <w:rsid w:val="00D4485E"/>
    <w:rsid w:val="00D477AD"/>
    <w:rsid w:val="00D563C7"/>
    <w:rsid w:val="00D60CDA"/>
    <w:rsid w:val="00D62F5C"/>
    <w:rsid w:val="00D67969"/>
    <w:rsid w:val="00D76704"/>
    <w:rsid w:val="00D80C22"/>
    <w:rsid w:val="00D827CD"/>
    <w:rsid w:val="00D84D8F"/>
    <w:rsid w:val="00DB77E3"/>
    <w:rsid w:val="00DC2453"/>
    <w:rsid w:val="00DE436E"/>
    <w:rsid w:val="00DF1CBC"/>
    <w:rsid w:val="00DF4E09"/>
    <w:rsid w:val="00DF6BC4"/>
    <w:rsid w:val="00E1389E"/>
    <w:rsid w:val="00E24D43"/>
    <w:rsid w:val="00E31F08"/>
    <w:rsid w:val="00E37A75"/>
    <w:rsid w:val="00E56709"/>
    <w:rsid w:val="00E70094"/>
    <w:rsid w:val="00E75941"/>
    <w:rsid w:val="00E80A2B"/>
    <w:rsid w:val="00E8339A"/>
    <w:rsid w:val="00E95060"/>
    <w:rsid w:val="00E97104"/>
    <w:rsid w:val="00EA2AAB"/>
    <w:rsid w:val="00EA2CFE"/>
    <w:rsid w:val="00EC22FD"/>
    <w:rsid w:val="00EE15FD"/>
    <w:rsid w:val="00EF0C24"/>
    <w:rsid w:val="00F009EF"/>
    <w:rsid w:val="00F10BDA"/>
    <w:rsid w:val="00F3738E"/>
    <w:rsid w:val="00F575FF"/>
    <w:rsid w:val="00F73798"/>
    <w:rsid w:val="00F82DAF"/>
    <w:rsid w:val="00F96CD3"/>
    <w:rsid w:val="00FA37B1"/>
    <w:rsid w:val="00FB34EA"/>
    <w:rsid w:val="00FC3DA1"/>
    <w:rsid w:val="00FC6074"/>
    <w:rsid w:val="00FD1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o:colormru v:ext="edit" colors="#eaeaea,#ddd,#ffc,#396"/>
    </o:shapedefaults>
    <o:shapelayout v:ext="edit">
      <o:idmap v:ext="edit" data="1"/>
    </o:shapelayout>
  </w:shapeDefaults>
  <w:decimalSymbol w:val="."/>
  <w:listSeparator w:val=","/>
  <w15:docId w15:val="{C54A2D44-BE3F-4945-9A7A-BCA23743F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1181"/>
    <w:pPr>
      <w:spacing w:before="60" w:after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250F54"/>
    <w:pPr>
      <w:keepNext/>
      <w:pageBreakBefore/>
      <w:spacing w:before="1040" w:after="0"/>
      <w:ind w:left="1134" w:right="-851"/>
      <w:outlineLvl w:val="0"/>
    </w:pPr>
    <w:rPr>
      <w:rFonts w:ascii="Arial Narrow" w:hAnsi="Arial Narrow"/>
      <w:b/>
      <w:smallCaps/>
      <w:color w:val="0000FF"/>
      <w:kern w:val="28"/>
      <w:sz w:val="56"/>
    </w:rPr>
  </w:style>
  <w:style w:type="paragraph" w:styleId="Heading2">
    <w:name w:val="heading 2"/>
    <w:basedOn w:val="Normal"/>
    <w:next w:val="Normal"/>
    <w:qFormat/>
    <w:rsid w:val="000F513F"/>
    <w:pPr>
      <w:keepNext/>
      <w:pageBreakBefore/>
      <w:spacing w:before="0" w:after="120"/>
      <w:outlineLvl w:val="1"/>
    </w:pPr>
    <w:rPr>
      <w:b/>
      <w:smallCaps/>
      <w:color w:val="0000FF"/>
      <w:sz w:val="40"/>
      <w:szCs w:val="40"/>
    </w:rPr>
  </w:style>
  <w:style w:type="paragraph" w:styleId="Heading3">
    <w:name w:val="heading 3"/>
    <w:basedOn w:val="Normal"/>
    <w:next w:val="Normal"/>
    <w:qFormat/>
    <w:rsid w:val="009A3065"/>
    <w:pPr>
      <w:keepNext/>
      <w:outlineLvl w:val="2"/>
    </w:pPr>
    <w:rPr>
      <w:b/>
      <w:smallCaps/>
      <w:color w:val="0000FF"/>
      <w:kern w:val="28"/>
      <w:sz w:val="40"/>
    </w:rPr>
  </w:style>
  <w:style w:type="paragraph" w:styleId="Heading4">
    <w:name w:val="heading 4"/>
    <w:basedOn w:val="Normal"/>
    <w:next w:val="Normal"/>
    <w:qFormat/>
    <w:pPr>
      <w:keepNext/>
      <w:spacing w:before="240"/>
      <w:outlineLvl w:val="3"/>
    </w:pPr>
    <w:rPr>
      <w:b/>
      <w:i/>
      <w:sz w:val="24"/>
    </w:rPr>
  </w:style>
  <w:style w:type="paragraph" w:styleId="Heading5">
    <w:name w:val="heading 5"/>
    <w:basedOn w:val="Normal"/>
    <w:next w:val="Normal"/>
    <w:qFormat/>
    <w:pPr>
      <w:spacing w:before="24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spacing w:before="240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spacing w:before="240"/>
      <w:outlineLvl w:val="6"/>
    </w:pPr>
  </w:style>
  <w:style w:type="paragraph" w:styleId="Heading8">
    <w:name w:val="heading 8"/>
    <w:basedOn w:val="Normal"/>
    <w:next w:val="Normal"/>
    <w:qFormat/>
    <w:pPr>
      <w:spacing w:before="24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spacing w:before="24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  <w:spacing w:after="0"/>
      <w:jc w:val="right"/>
    </w:pPr>
    <w:rPr>
      <w:i/>
      <w:sz w:val="18"/>
    </w:rPr>
  </w:style>
  <w:style w:type="paragraph" w:styleId="Footer">
    <w:name w:val="footer"/>
    <w:basedOn w:val="Normal"/>
    <w:rsid w:val="008C16E9"/>
    <w:pPr>
      <w:pBdr>
        <w:top w:val="single" w:sz="4" w:space="10" w:color="FF0000"/>
      </w:pBdr>
      <w:tabs>
        <w:tab w:val="center" w:pos="4820"/>
        <w:tab w:val="right" w:pos="9639"/>
      </w:tabs>
      <w:spacing w:before="0" w:after="0"/>
    </w:pPr>
    <w:rPr>
      <w:i/>
      <w:color w:val="000000"/>
      <w:sz w:val="18"/>
    </w:rPr>
  </w:style>
  <w:style w:type="paragraph" w:styleId="BalloonText">
    <w:name w:val="Balloon Text"/>
    <w:basedOn w:val="Normal"/>
    <w:link w:val="BalloonTextChar"/>
    <w:rsid w:val="005147C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147CC"/>
    <w:rPr>
      <w:rFonts w:ascii="Tahoma" w:hAnsi="Tahoma" w:cs="Tahoma"/>
      <w:sz w:val="16"/>
      <w:szCs w:val="16"/>
      <w:lang w:eastAsia="en-US"/>
    </w:rPr>
  </w:style>
  <w:style w:type="paragraph" w:customStyle="1" w:styleId="Outcome">
    <w:name w:val="Outcome"/>
    <w:basedOn w:val="Normal"/>
    <w:rsid w:val="00870578"/>
    <w:pPr>
      <w:numPr>
        <w:numId w:val="8"/>
      </w:numPr>
    </w:pPr>
  </w:style>
  <w:style w:type="paragraph" w:styleId="BodyText">
    <w:name w:val="Body Text"/>
    <w:basedOn w:val="Normal"/>
    <w:link w:val="BodyTextChar"/>
    <w:rsid w:val="00870578"/>
    <w:pPr>
      <w:spacing w:before="0" w:after="0"/>
    </w:pPr>
    <w:rPr>
      <w:rFonts w:ascii="Arial Narrow" w:hAnsi="Arial Narrow" w:cs="Arial"/>
      <w:b/>
      <w:smallCaps/>
      <w:color w:val="FFFFFF"/>
      <w:sz w:val="28"/>
      <w:szCs w:val="28"/>
    </w:rPr>
  </w:style>
  <w:style w:type="character" w:customStyle="1" w:styleId="BodyTextChar">
    <w:name w:val="Body Text Char"/>
    <w:basedOn w:val="DefaultParagraphFont"/>
    <w:link w:val="BodyText"/>
    <w:rsid w:val="00870578"/>
    <w:rPr>
      <w:rFonts w:ascii="Arial Narrow" w:hAnsi="Arial Narrow" w:cs="Arial"/>
      <w:b/>
      <w:smallCaps/>
      <w:color w:val="FFFFFF"/>
      <w:sz w:val="28"/>
      <w:szCs w:val="28"/>
      <w:lang w:eastAsia="en-US"/>
    </w:rPr>
  </w:style>
  <w:style w:type="paragraph" w:customStyle="1" w:styleId="AcknowledgementsHeading">
    <w:name w:val="Acknowledgements Heading"/>
    <w:basedOn w:val="Normal"/>
    <w:rsid w:val="00986D2F"/>
    <w:pPr>
      <w:spacing w:before="120" w:after="120"/>
    </w:pPr>
    <w:rPr>
      <w:b/>
    </w:rPr>
  </w:style>
  <w:style w:type="paragraph" w:customStyle="1" w:styleId="AcknowledgementsText">
    <w:name w:val="Acknowledgements Text"/>
    <w:basedOn w:val="Normal"/>
    <w:rsid w:val="008A44C7"/>
    <w:pPr>
      <w:spacing w:before="120" w:after="120"/>
      <w:ind w:right="2835"/>
    </w:pPr>
    <w:rPr>
      <w:sz w:val="18"/>
      <w:szCs w:val="24"/>
    </w:rPr>
  </w:style>
  <w:style w:type="paragraph" w:customStyle="1" w:styleId="AcknowledgementsTightText">
    <w:name w:val="AcknowledgementsTightText"/>
    <w:basedOn w:val="Normal"/>
    <w:rsid w:val="00916037"/>
    <w:pPr>
      <w:spacing w:before="0" w:after="0"/>
      <w:ind w:right="2835"/>
    </w:pPr>
    <w:rPr>
      <w:sz w:val="18"/>
      <w:szCs w:val="24"/>
    </w:rPr>
  </w:style>
  <w:style w:type="paragraph" w:customStyle="1" w:styleId="AcknowledgementsTitle">
    <w:name w:val="AcknowledgementsTitle"/>
    <w:basedOn w:val="Normal"/>
    <w:rsid w:val="00463C11"/>
    <w:pPr>
      <w:spacing w:before="0" w:after="120"/>
      <w:ind w:right="1701"/>
    </w:pPr>
    <w:rPr>
      <w:rFonts w:ascii="Arial Narrow" w:hAnsi="Arial Narrow"/>
      <w:b/>
      <w:smallCaps/>
      <w:noProof/>
      <w:sz w:val="32"/>
      <w:szCs w:val="24"/>
      <w:lang w:eastAsia="zh-TW"/>
    </w:rPr>
  </w:style>
  <w:style w:type="paragraph" w:styleId="ListParagraph">
    <w:name w:val="List Paragraph"/>
    <w:basedOn w:val="Normal"/>
    <w:uiPriority w:val="34"/>
    <w:qFormat/>
    <w:rsid w:val="000D4C6A"/>
    <w:pPr>
      <w:ind w:left="720"/>
      <w:contextualSpacing/>
    </w:pPr>
  </w:style>
  <w:style w:type="paragraph" w:customStyle="1" w:styleId="FlysheetTitle1">
    <w:name w:val="Flysheet Title 1"/>
    <w:basedOn w:val="Normal"/>
    <w:rsid w:val="00B13D83"/>
    <w:pPr>
      <w:jc w:val="right"/>
    </w:pPr>
    <w:rPr>
      <w:rFonts w:ascii="Arial Narrow" w:hAnsi="Arial Narrow"/>
      <w:b/>
      <w:sz w:val="44"/>
      <w:szCs w:val="44"/>
    </w:rPr>
  </w:style>
  <w:style w:type="paragraph" w:customStyle="1" w:styleId="FlysheetSubtitle1">
    <w:name w:val="Flysheet Subtitle 1"/>
    <w:basedOn w:val="Normal"/>
    <w:rsid w:val="00B13D83"/>
    <w:pPr>
      <w:spacing w:before="0" w:after="0"/>
      <w:jc w:val="right"/>
    </w:pPr>
    <w:rPr>
      <w:rFonts w:ascii="Arial Narrow" w:hAnsi="Arial Narrow"/>
      <w:sz w:val="32"/>
      <w:szCs w:val="32"/>
    </w:rPr>
  </w:style>
  <w:style w:type="paragraph" w:customStyle="1" w:styleId="FlysheetTitle2">
    <w:name w:val="Flysheet Title 2"/>
    <w:basedOn w:val="Normal"/>
    <w:rsid w:val="00B13D83"/>
    <w:rPr>
      <w:sz w:val="36"/>
    </w:rPr>
  </w:style>
  <w:style w:type="paragraph" w:customStyle="1" w:styleId="FlysheetSubtitle2">
    <w:name w:val="Flysheet Subtitle 2"/>
    <w:basedOn w:val="FlysheetTitle2"/>
    <w:rsid w:val="00053614"/>
    <w:rPr>
      <w:rFonts w:ascii="Arial Narrow" w:hAnsi="Arial Narrow"/>
      <w:sz w:val="32"/>
    </w:rPr>
  </w:style>
  <w:style w:type="paragraph" w:customStyle="1" w:styleId="PrefaceHeading1">
    <w:name w:val="Preface Heading 1"/>
    <w:rsid w:val="001479F1"/>
    <w:pPr>
      <w:spacing w:before="480" w:after="240"/>
    </w:pPr>
    <w:rPr>
      <w:rFonts w:ascii="Arial Narrow" w:hAnsi="Arial Narrow"/>
      <w:b/>
      <w:smallCaps/>
      <w:color w:val="0000FF"/>
      <w:kern w:val="28"/>
      <w:sz w:val="56"/>
      <w:lang w:eastAsia="en-US"/>
    </w:rPr>
  </w:style>
  <w:style w:type="paragraph" w:customStyle="1" w:styleId="PrefaceHeading2">
    <w:name w:val="Preface Heading 2"/>
    <w:next w:val="Normal"/>
    <w:rsid w:val="00D3244C"/>
    <w:pPr>
      <w:spacing w:before="240" w:after="120"/>
    </w:pPr>
    <w:rPr>
      <w:rFonts w:ascii="Arial" w:hAnsi="Arial"/>
      <w:b/>
      <w:smallCaps/>
      <w:color w:val="0000FF"/>
      <w:sz w:val="40"/>
      <w:szCs w:val="40"/>
      <w:lang w:eastAsia="en-US"/>
    </w:rPr>
  </w:style>
  <w:style w:type="paragraph" w:styleId="TOC1">
    <w:name w:val="toc 1"/>
    <w:basedOn w:val="Normal"/>
    <w:next w:val="Normal"/>
    <w:autoRedefine/>
    <w:uiPriority w:val="39"/>
    <w:rsid w:val="000760D5"/>
    <w:pPr>
      <w:keepNext/>
      <w:keepLines/>
      <w:spacing w:before="120" w:after="100"/>
      <w:ind w:left="1191"/>
    </w:pPr>
    <w:rPr>
      <w:b/>
    </w:rPr>
  </w:style>
  <w:style w:type="paragraph" w:styleId="TOC2">
    <w:name w:val="toc 2"/>
    <w:basedOn w:val="Normal"/>
    <w:next w:val="Normal"/>
    <w:autoRedefine/>
    <w:rsid w:val="00B07021"/>
    <w:pPr>
      <w:spacing w:before="20" w:after="20"/>
      <w:ind w:left="1701"/>
    </w:pPr>
  </w:style>
  <w:style w:type="paragraph" w:customStyle="1" w:styleId="ContentsHeading1">
    <w:name w:val="Contents Heading 1"/>
    <w:next w:val="TOC1"/>
    <w:rsid w:val="00D3244C"/>
    <w:pPr>
      <w:pageBreakBefore/>
    </w:pPr>
    <w:rPr>
      <w:rFonts w:ascii="Arial Narrow" w:hAnsi="Arial Narrow"/>
      <w:b/>
      <w:smallCaps/>
      <w:color w:val="0000FF"/>
      <w:kern w:val="28"/>
      <w:sz w:val="56"/>
      <w:lang w:eastAsia="en-US"/>
    </w:rPr>
  </w:style>
  <w:style w:type="character" w:styleId="Hyperlink">
    <w:name w:val="Hyperlink"/>
    <w:basedOn w:val="DefaultParagraphFont"/>
    <w:uiPriority w:val="99"/>
    <w:unhideWhenUsed/>
    <w:rsid w:val="00D60CDA"/>
    <w:rPr>
      <w:color w:val="0000FF" w:themeColor="hyperlink"/>
      <w:u w:val="single"/>
    </w:rPr>
  </w:style>
  <w:style w:type="paragraph" w:styleId="TOC3">
    <w:name w:val="toc 3"/>
    <w:basedOn w:val="Normal"/>
    <w:next w:val="Normal"/>
    <w:autoRedefine/>
    <w:semiHidden/>
    <w:unhideWhenUsed/>
    <w:rsid w:val="00601181"/>
    <w:pPr>
      <w:spacing w:before="120" w:after="100"/>
      <w:ind w:left="1191"/>
    </w:pPr>
    <w:rPr>
      <w:b/>
    </w:rPr>
  </w:style>
  <w:style w:type="paragraph" w:customStyle="1" w:styleId="OutcomesHeading">
    <w:name w:val="Outcomes Heading"/>
    <w:basedOn w:val="Normal"/>
    <w:qFormat/>
    <w:rsid w:val="00252925"/>
    <w:pPr>
      <w:spacing w:after="240"/>
      <w:ind w:left="567"/>
    </w:pPr>
    <w:rPr>
      <w:b/>
      <w:color w:val="C00000"/>
      <w:sz w:val="22"/>
      <w:szCs w:val="22"/>
    </w:rPr>
  </w:style>
  <w:style w:type="paragraph" w:customStyle="1" w:styleId="Code">
    <w:name w:val="Code"/>
    <w:basedOn w:val="Normal"/>
    <w:qFormat/>
    <w:rsid w:val="00211820"/>
    <w:pPr>
      <w:spacing w:before="0" w:after="0"/>
    </w:pPr>
    <w:rPr>
      <w:rFonts w:ascii="Consolas" w:hAnsi="Consolas"/>
      <w:sz w:val="18"/>
    </w:rPr>
  </w:style>
  <w:style w:type="paragraph" w:customStyle="1" w:styleId="PreambleText">
    <w:name w:val="Preamble Text"/>
    <w:basedOn w:val="Normal"/>
    <w:rsid w:val="0093750F"/>
    <w:rPr>
      <w:i/>
    </w:rPr>
  </w:style>
  <w:style w:type="paragraph" w:customStyle="1" w:styleId="PreambleLabel">
    <w:name w:val="Preamble Label"/>
    <w:basedOn w:val="Normal"/>
    <w:rsid w:val="0093750F"/>
    <w:pPr>
      <w:ind w:left="113" w:right="113"/>
      <w:jc w:val="center"/>
    </w:pPr>
    <w:rPr>
      <w:b/>
      <w:i/>
      <w:color w:val="C00000"/>
      <w:position w:val="-6"/>
      <w:sz w:val="18"/>
      <w:szCs w:val="18"/>
    </w:rPr>
  </w:style>
  <w:style w:type="paragraph" w:customStyle="1" w:styleId="SecondLevel">
    <w:name w:val="Second Level"/>
    <w:basedOn w:val="Normal"/>
    <w:qFormat/>
    <w:rsid w:val="0093750F"/>
    <w:pPr>
      <w:spacing w:after="0"/>
    </w:pPr>
    <w:rPr>
      <w:b/>
      <w:color w:val="0000F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drewK\Documents\EngineRoom\Templates\Standard%20Template\TemplateStar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56784B-4C81-43E7-8A97-855781CA1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TemplateStart</Template>
  <TotalTime>0</TotalTime>
  <Pages>1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© Watsonia Publishing</Company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Andrew Krupa</dc:creator>
  <cp:keywords/>
  <cp:lastModifiedBy>Murli Rao</cp:lastModifiedBy>
  <cp:revision>4</cp:revision>
  <cp:lastPrinted>2001-10-08T08:42:00Z</cp:lastPrinted>
  <dcterms:created xsi:type="dcterms:W3CDTF">2016-05-05T07:48:00Z</dcterms:created>
  <dcterms:modified xsi:type="dcterms:W3CDTF">2016-09-05T02:22:00Z</dcterms:modified>
</cp:coreProperties>
</file>